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AB10" w14:textId="77777777" w:rsidR="00CA7328" w:rsidRPr="00F27FC9" w:rsidRDefault="00CA7328" w:rsidP="00CA7328">
      <w:pPr>
        <w:pStyle w:val="Ttulo8"/>
        <w:numPr>
          <w:ilvl w:val="0"/>
          <w:numId w:val="0"/>
        </w:numPr>
        <w:ind w:right="15" w:firstLine="811"/>
        <w:rPr>
          <w:rFonts w:asciiTheme="minorHAnsi" w:hAnsiTheme="minorHAnsi" w:cstheme="minorHAnsi"/>
          <w:b/>
          <w:i w:val="0"/>
          <w:sz w:val="20"/>
          <w:szCs w:val="20"/>
        </w:rPr>
      </w:pP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 xml:space="preserve">EQUIPAMENTOS </w:t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  <w:t xml:space="preserve"> </w:t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  <w:t>Data: ____/____/_____</w:t>
      </w:r>
    </w:p>
    <w:p w14:paraId="16525FC7" w14:textId="77777777" w:rsidR="00CA7328" w:rsidRPr="00F27FC9" w:rsidRDefault="00CA7328" w:rsidP="00CA7328">
      <w:pPr>
        <w:tabs>
          <w:tab w:val="num" w:pos="0"/>
        </w:tabs>
        <w:ind w:right="1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7B51B" wp14:editId="4C9BA24D">
                <wp:simplePos x="0" y="0"/>
                <wp:positionH relativeFrom="column">
                  <wp:posOffset>694690</wp:posOffset>
                </wp:positionH>
                <wp:positionV relativeFrom="paragraph">
                  <wp:posOffset>137160</wp:posOffset>
                </wp:positionV>
                <wp:extent cx="342000" cy="230400"/>
                <wp:effectExtent l="0" t="0" r="20320" b="17780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2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C8094" w14:textId="77777777" w:rsidR="00CA7328" w:rsidRDefault="00CA7328" w:rsidP="00CA7328">
                            <w:pPr>
                              <w:pStyle w:val="Ttulo5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7B51B" id="_x0000_t202" coordsize="21600,21600" o:spt="202" path="m,l,21600r21600,l21600,xe">
                <v:stroke joinstyle="miter"/>
                <v:path gradientshapeok="t" o:connecttype="rect"/>
              </v:shapetype>
              <v:shape id="Caixa de texto 20" o:spid="_x0000_s1026" type="#_x0000_t202" style="position:absolute;left:0;text-align:left;margin-left:54.7pt;margin-top:10.8pt;width:26.9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">
                <v:textbox>
                  <w:txbxContent>
                    <w:p w14:paraId="337C8094" w14:textId="77777777" w:rsidR="00CA7328" w:rsidRDefault="00CA7328" w:rsidP="00CA7328">
                      <w:pPr>
                        <w:pStyle w:val="Ttulo5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</w:t>
      </w:r>
    </w:p>
    <w:p w14:paraId="71311C66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Escavadeira Hidráulica</w:t>
      </w:r>
    </w:p>
    <w:p w14:paraId="041B5D5C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AE477B" wp14:editId="7DF8F58C">
                <wp:simplePos x="0" y="0"/>
                <wp:positionH relativeFrom="column">
                  <wp:posOffset>700405</wp:posOffset>
                </wp:positionH>
                <wp:positionV relativeFrom="paragraph">
                  <wp:posOffset>123190</wp:posOffset>
                </wp:positionV>
                <wp:extent cx="342900" cy="229870"/>
                <wp:effectExtent l="0" t="0" r="19050" b="17780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89FE19" w14:textId="77777777" w:rsidR="00CA7328" w:rsidRDefault="00CA7328" w:rsidP="00CA7328">
                            <w:pPr>
                              <w:pStyle w:val="Ttulo4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E477B" id="Caixa de texto 19" o:spid="_x0000_s1027" type="#_x0000_t202" style="position:absolute;margin-left:55.15pt;margin-top:9.7pt;width:27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">
                <v:textbox>
                  <w:txbxContent>
                    <w:p w14:paraId="0089FE19" w14:textId="77777777" w:rsidR="00CA7328" w:rsidRDefault="00CA7328" w:rsidP="00CA7328">
                      <w:pPr>
                        <w:pStyle w:val="Ttulo4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D93FE8" w14:textId="45B9C2F9" w:rsidR="00CA7328" w:rsidRPr="00F27FC9" w:rsidRDefault="006B6C4B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  <w:t>Operação de Pá C</w:t>
      </w:r>
      <w:r w:rsidR="00CA7328" w:rsidRPr="00F27FC9">
        <w:rPr>
          <w:rFonts w:asciiTheme="minorHAnsi" w:hAnsiTheme="minorHAnsi" w:cstheme="minorHAnsi"/>
          <w:b/>
          <w:bCs/>
          <w:sz w:val="20"/>
          <w:szCs w:val="20"/>
        </w:rPr>
        <w:t>arregadeira</w:t>
      </w:r>
    </w:p>
    <w:p w14:paraId="31756493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F10115" wp14:editId="02C35AF9">
                <wp:simplePos x="0" y="0"/>
                <wp:positionH relativeFrom="column">
                  <wp:posOffset>690880</wp:posOffset>
                </wp:positionH>
                <wp:positionV relativeFrom="paragraph">
                  <wp:posOffset>132080</wp:posOffset>
                </wp:positionV>
                <wp:extent cx="342900" cy="228600"/>
                <wp:effectExtent l="0" t="0" r="19050" b="19050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4DBE7A" w14:textId="77777777" w:rsidR="00CA7328" w:rsidRDefault="00CA7328" w:rsidP="00CA7328">
                            <w:pPr>
                              <w:pStyle w:val="Ttulo4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10115" id="Caixa de texto 18" o:spid="_x0000_s1028" type="#_x0000_t202" style="position:absolute;margin-left:54.4pt;margin-top:10.4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Qc1HAIAAD8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">
                <v:textbox>
                  <w:txbxContent>
                    <w:p w14:paraId="2F4DBE7A" w14:textId="77777777" w:rsidR="00CA7328" w:rsidRDefault="00CA7328" w:rsidP="00CA7328">
                      <w:pPr>
                        <w:pStyle w:val="Ttulo4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A02534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Trator Agrícola (Pneu)</w:t>
      </w:r>
    </w:p>
    <w:p w14:paraId="3DC038DF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85BBDB" wp14:editId="74847947">
                <wp:simplePos x="0" y="0"/>
                <wp:positionH relativeFrom="column">
                  <wp:posOffset>700405</wp:posOffset>
                </wp:positionH>
                <wp:positionV relativeFrom="paragraph">
                  <wp:posOffset>135890</wp:posOffset>
                </wp:positionV>
                <wp:extent cx="342900" cy="228600"/>
                <wp:effectExtent l="0" t="0" r="19050" b="19050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A1BFDC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5BBDB" id="Caixa de texto 17" o:spid="_x0000_s1029" type="#_x0000_t202" style="position:absolute;margin-left:55.15pt;margin-top:10.7pt;width:27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/LZHAIAAD8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">
                <v:textbox>
                  <w:txbxContent>
                    <w:p w14:paraId="5FA1BFDC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29BF4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Caminhão Basculante</w:t>
      </w:r>
    </w:p>
    <w:p w14:paraId="0635AA6C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2D9CE5" wp14:editId="05E8B9AA">
                <wp:simplePos x="0" y="0"/>
                <wp:positionH relativeFrom="column">
                  <wp:posOffset>700405</wp:posOffset>
                </wp:positionH>
                <wp:positionV relativeFrom="paragraph">
                  <wp:posOffset>132715</wp:posOffset>
                </wp:positionV>
                <wp:extent cx="342900" cy="228600"/>
                <wp:effectExtent l="0" t="0" r="19050" b="19050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32EA5F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D9CE5" id="Caixa de texto 16" o:spid="_x0000_s1030" type="#_x0000_t202" style="position:absolute;margin-left:55.15pt;margin-top:10.4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KsyHAIAAD8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">
                <v:textbox>
                  <w:txbxContent>
                    <w:p w14:paraId="4932EA5F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D7AF59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Operação de Caminhão Fora de Estrada </w:t>
      </w:r>
    </w:p>
    <w:p w14:paraId="146ED96E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75246" wp14:editId="1B8C2505">
                <wp:simplePos x="0" y="0"/>
                <wp:positionH relativeFrom="column">
                  <wp:posOffset>697230</wp:posOffset>
                </wp:positionH>
                <wp:positionV relativeFrom="paragraph">
                  <wp:posOffset>113030</wp:posOffset>
                </wp:positionV>
                <wp:extent cx="342900" cy="228600"/>
                <wp:effectExtent l="0" t="0" r="19050" b="19050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1BA1E6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75246" id="Caixa de texto 15" o:spid="_x0000_s1031" type="#_x0000_t202" style="position:absolute;margin-left:54.9pt;margin-top:8.9pt;width:2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7eHAIAAD8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">
                <v:textbox>
                  <w:txbxContent>
                    <w:p w14:paraId="221BA1E6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97FA3E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Motoniveladora (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Patrol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10681FF3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4DF45" wp14:editId="20A64B96">
                <wp:simplePos x="0" y="0"/>
                <wp:positionH relativeFrom="column">
                  <wp:posOffset>700405</wp:posOffset>
                </wp:positionH>
                <wp:positionV relativeFrom="paragraph">
                  <wp:posOffset>91440</wp:posOffset>
                </wp:positionV>
                <wp:extent cx="342900" cy="228600"/>
                <wp:effectExtent l="0" t="0" r="19050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205E8A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4DF45" id="Caixa de texto 14" o:spid="_x0000_s1032" type="#_x0000_t202" style="position:absolute;margin-left:55.15pt;margin-top:7.2pt;width:27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">
                <v:textbox>
                  <w:txbxContent>
                    <w:p w14:paraId="4C205E8A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9E77D6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ab/>
      </w: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de Caminhão PIPA</w:t>
      </w:r>
    </w:p>
    <w:p w14:paraId="2B67F5F4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AE7417" wp14:editId="0DA84B7C">
                <wp:simplePos x="0" y="0"/>
                <wp:positionH relativeFrom="column">
                  <wp:posOffset>700405</wp:posOffset>
                </wp:positionH>
                <wp:positionV relativeFrom="paragraph">
                  <wp:posOffset>93980</wp:posOffset>
                </wp:positionV>
                <wp:extent cx="342900" cy="228600"/>
                <wp:effectExtent l="0" t="0" r="19050" b="19050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C44BF1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E7417" id="Caixa de texto 12" o:spid="_x0000_s1033" type="#_x0000_t202" style="position:absolute;margin-left:55.15pt;margin-top:7.4pt;width:27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">
                <v:textbox>
                  <w:txbxContent>
                    <w:p w14:paraId="3BC44BF1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5367BC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Caminhão Betoneira</w:t>
      </w:r>
    </w:p>
    <w:p w14:paraId="70BF65D2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647F36" wp14:editId="0670DFB6">
                <wp:simplePos x="0" y="0"/>
                <wp:positionH relativeFrom="column">
                  <wp:posOffset>700405</wp:posOffset>
                </wp:positionH>
                <wp:positionV relativeFrom="paragraph">
                  <wp:posOffset>114300</wp:posOffset>
                </wp:positionV>
                <wp:extent cx="342900" cy="228600"/>
                <wp:effectExtent l="0" t="0" r="19050" b="1905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C86F1B" w14:textId="77777777" w:rsidR="00CA7328" w:rsidRDefault="00CA7328" w:rsidP="00CA73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47F36" id="Caixa de texto 11" o:spid="_x0000_s1034" type="#_x0000_t202" style="position:absolute;margin-left:55.15pt;margin-top:9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I9GwIAAD8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">
                <v:textbox>
                  <w:txbxContent>
                    <w:p w14:paraId="0DC86F1B" w14:textId="77777777" w:rsidR="00CA7328" w:rsidRDefault="00CA7328" w:rsidP="00CA7328"/>
                  </w:txbxContent>
                </v:textbox>
              </v:shape>
            </w:pict>
          </mc:Fallback>
        </mc:AlternateContent>
      </w:r>
    </w:p>
    <w:p w14:paraId="79B210E9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Trator de Esteira</w:t>
      </w:r>
    </w:p>
    <w:p w14:paraId="3F3FC2F1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42F939" wp14:editId="2B5FCAB6">
                <wp:simplePos x="0" y="0"/>
                <wp:positionH relativeFrom="column">
                  <wp:posOffset>700405</wp:posOffset>
                </wp:positionH>
                <wp:positionV relativeFrom="paragraph">
                  <wp:posOffset>127000</wp:posOffset>
                </wp:positionV>
                <wp:extent cx="342900" cy="228600"/>
                <wp:effectExtent l="0" t="0" r="19050" b="1905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20A66F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2F939" id="Caixa de texto 1" o:spid="_x0000_s1035" type="#_x0000_t202" style="position:absolute;margin-left:55.15pt;margin-top:10pt;width:27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AfRHAIAAD8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">
                <v:textbox>
                  <w:txbxContent>
                    <w:p w14:paraId="0D20A66F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265A9D" w14:textId="77777777"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Caminhão Tanque</w:t>
      </w:r>
    </w:p>
    <w:p w14:paraId="366F0251" w14:textId="77777777"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07B24" wp14:editId="68B0D171">
                <wp:simplePos x="0" y="0"/>
                <wp:positionH relativeFrom="column">
                  <wp:posOffset>685800</wp:posOffset>
                </wp:positionH>
                <wp:positionV relativeFrom="paragraph">
                  <wp:posOffset>111760</wp:posOffset>
                </wp:positionV>
                <wp:extent cx="342900" cy="228600"/>
                <wp:effectExtent l="0" t="0" r="19050" b="1905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741A3D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07B24" id="Caixa de texto 2" o:spid="_x0000_s1036" type="#_x0000_t202" style="position:absolute;left:0;text-align:left;margin-left:54pt;margin-top:8.8pt;width:27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NeHAIAAEA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">
                <v:textbox>
                  <w:txbxContent>
                    <w:p w14:paraId="10741A3D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B8A9A0" w14:textId="77777777"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de Caminhão Comboio</w:t>
      </w:r>
    </w:p>
    <w:p w14:paraId="565054E9" w14:textId="77777777"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5FD32F" wp14:editId="1135AAF0">
                <wp:simplePos x="0" y="0"/>
                <wp:positionH relativeFrom="column">
                  <wp:posOffset>690880</wp:posOffset>
                </wp:positionH>
                <wp:positionV relativeFrom="paragraph">
                  <wp:posOffset>114935</wp:posOffset>
                </wp:positionV>
                <wp:extent cx="342900" cy="228600"/>
                <wp:effectExtent l="0" t="0" r="19050" b="1905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5BCF45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FD32F" id="Caixa de texto 3" o:spid="_x0000_s1037" type="#_x0000_t202" style="position:absolute;left:0;text-align:left;margin-left:54.4pt;margin-top:9.05pt;width:27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oayHAIAAEA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">
                <v:textbox>
                  <w:txbxContent>
                    <w:p w14:paraId="375BCF45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D65D29" w14:textId="38CA38DD" w:rsidR="00CA7328" w:rsidRPr="00F27FC9" w:rsidRDefault="006B6C4B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Operação de Retroe</w:t>
      </w:r>
      <w:r w:rsidR="00CA7328" w:rsidRPr="00F27FC9">
        <w:rPr>
          <w:rFonts w:asciiTheme="minorHAnsi" w:hAnsiTheme="minorHAnsi" w:cstheme="minorHAnsi"/>
          <w:b/>
          <w:bCs/>
          <w:sz w:val="20"/>
          <w:szCs w:val="20"/>
        </w:rPr>
        <w:t>scavadeira</w:t>
      </w:r>
    </w:p>
    <w:p w14:paraId="54C0EB06" w14:textId="77777777"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EB6C23" wp14:editId="2CA06856">
                <wp:simplePos x="0" y="0"/>
                <wp:positionH relativeFrom="column">
                  <wp:posOffset>700405</wp:posOffset>
                </wp:positionH>
                <wp:positionV relativeFrom="paragraph">
                  <wp:posOffset>100965</wp:posOffset>
                </wp:positionV>
                <wp:extent cx="342900" cy="228600"/>
                <wp:effectExtent l="0" t="0" r="19050" b="1905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6E71F2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B6C23" id="Caixa de texto 6" o:spid="_x0000_s1038" type="#_x0000_t202" style="position:absolute;left:0;text-align:left;margin-left:55.15pt;margin-top:7.9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hcHAIAAEA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">
                <v:textbox>
                  <w:txbxContent>
                    <w:p w14:paraId="106E71F2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052C0F" w14:textId="76FDD801" w:rsidR="00CA7328" w:rsidRPr="00F27FC9" w:rsidRDefault="006B6C4B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Operação de Moto S</w:t>
      </w:r>
      <w:r w:rsidR="00CA7328" w:rsidRPr="00F27FC9">
        <w:rPr>
          <w:rFonts w:asciiTheme="minorHAnsi" w:hAnsiTheme="minorHAnsi" w:cstheme="minorHAnsi"/>
          <w:b/>
          <w:bCs/>
          <w:sz w:val="20"/>
          <w:szCs w:val="20"/>
        </w:rPr>
        <w:t>craper</w:t>
      </w:r>
    </w:p>
    <w:p w14:paraId="4977FDFC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CF7B1E" wp14:editId="52B2F980">
                <wp:simplePos x="0" y="0"/>
                <wp:positionH relativeFrom="column">
                  <wp:posOffset>709930</wp:posOffset>
                </wp:positionH>
                <wp:positionV relativeFrom="paragraph">
                  <wp:posOffset>123825</wp:posOffset>
                </wp:positionV>
                <wp:extent cx="342900" cy="228600"/>
                <wp:effectExtent l="0" t="0" r="19050" b="1905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09D523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F7B1E" id="Caixa de texto 5" o:spid="_x0000_s1039" type="#_x0000_t202" style="position:absolute;margin-left:55.9pt;margin-top:9.75pt;width:27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">
                <v:textbox>
                  <w:txbxContent>
                    <w:p w14:paraId="7E09D523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5791C7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Empilhadeira</w:t>
      </w:r>
    </w:p>
    <w:p w14:paraId="098041FC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1A87E8" wp14:editId="0FDC920C">
                <wp:simplePos x="0" y="0"/>
                <wp:positionH relativeFrom="column">
                  <wp:posOffset>711200</wp:posOffset>
                </wp:positionH>
                <wp:positionV relativeFrom="paragraph">
                  <wp:posOffset>127635</wp:posOffset>
                </wp:positionV>
                <wp:extent cx="342900" cy="228600"/>
                <wp:effectExtent l="0" t="0" r="19050" b="1905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5CD35C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A87E8" id="Caixa de texto 4" o:spid="_x0000_s1040" type="#_x0000_t202" style="position:absolute;margin-left:56pt;margin-top:10.05pt;width:27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kRbHQIAAEA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">
                <v:textbox>
                  <w:txbxContent>
                    <w:p w14:paraId="485CD35C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7006FD" w14:textId="6745CDCC" w:rsidR="00CA7328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Operação de 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Manupulador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 de Pneus</w:t>
      </w:r>
    </w:p>
    <w:p w14:paraId="435D1E11" w14:textId="7C335043" w:rsidR="00BE6294" w:rsidRDefault="00BE6294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060DCC" wp14:editId="3D418FC8">
                <wp:simplePos x="0" y="0"/>
                <wp:positionH relativeFrom="column">
                  <wp:posOffset>708325</wp:posOffset>
                </wp:positionH>
                <wp:positionV relativeFrom="paragraph">
                  <wp:posOffset>125430</wp:posOffset>
                </wp:positionV>
                <wp:extent cx="342900" cy="228600"/>
                <wp:effectExtent l="0" t="0" r="19050" b="19050"/>
                <wp:wrapNone/>
                <wp:docPr id="2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C4CC17E" w14:textId="77777777" w:rsidR="00BE6294" w:rsidRDefault="00BE6294" w:rsidP="00BE6294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60DCC" id="_x0000_s1041" type="#_x0000_t202" style="position:absolute;margin-left:55.75pt;margin-top:9.9pt;width:27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">
                <v:textbox>
                  <w:txbxContent>
                    <w:p w14:paraId="2C4CC17E" w14:textId="77777777" w:rsidR="00BE6294" w:rsidRDefault="00BE6294" w:rsidP="00BE6294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33442E5" w14:textId="3DB4262D" w:rsidR="00BE6294" w:rsidRPr="00F27FC9" w:rsidRDefault="00BE6294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</w:t>
      </w:r>
      <w:r w:rsidR="00F3780D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Mecânico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(somente para teste em equipamentos)</w:t>
      </w:r>
    </w:p>
    <w:p w14:paraId="1CC8D25B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DB83C5" wp14:editId="4F5AD2E4">
                <wp:simplePos x="0" y="0"/>
                <wp:positionH relativeFrom="column">
                  <wp:posOffset>707390</wp:posOffset>
                </wp:positionH>
                <wp:positionV relativeFrom="paragraph">
                  <wp:posOffset>126365</wp:posOffset>
                </wp:positionV>
                <wp:extent cx="342900" cy="228600"/>
                <wp:effectExtent l="0" t="0" r="19050" b="19050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AFD1BA" w14:textId="77777777"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B83C5" id="Caixa de texto 21" o:spid="_x0000_s1042" type="#_x0000_t202" style="position:absolute;margin-left:55.7pt;margin-top:9.95pt;width:27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">
                <v:textbox>
                  <w:txbxContent>
                    <w:p w14:paraId="2EAFD1BA" w14:textId="77777777"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3ABA9C" w14:textId="77777777"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Outro: ____________________________________________________</w:t>
      </w:r>
    </w:p>
    <w:p w14:paraId="6B15CC6F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5942C0" wp14:editId="7D62BC5A">
                <wp:simplePos x="0" y="0"/>
                <wp:positionH relativeFrom="column">
                  <wp:posOffset>-45085</wp:posOffset>
                </wp:positionH>
                <wp:positionV relativeFrom="paragraph">
                  <wp:posOffset>132080</wp:posOffset>
                </wp:positionV>
                <wp:extent cx="6057900" cy="295275"/>
                <wp:effectExtent l="0" t="0" r="19050" b="28575"/>
                <wp:wrapNone/>
                <wp:docPr id="22" name="Retâ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2952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62070" id="Retângulo 22" o:spid="_x0000_s1026" style="position:absolute;margin-left:-3.55pt;margin-top:10.4pt;width:477pt;height:23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" filled="f" strokecolor="#232323 [1613]" strokeweight=".25pt"/>
            </w:pict>
          </mc:Fallback>
        </mc:AlternateContent>
      </w:r>
    </w:p>
    <w:p w14:paraId="3E50AF64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Nota¹: As opções acima só podem ser assinaladas eletronicamente.</w:t>
      </w:r>
    </w:p>
    <w:p w14:paraId="38656CEA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E0CB85" wp14:editId="7DEC8CD9">
                <wp:simplePos x="0" y="0"/>
                <wp:positionH relativeFrom="column">
                  <wp:posOffset>-54610</wp:posOffset>
                </wp:positionH>
                <wp:positionV relativeFrom="paragraph">
                  <wp:posOffset>121920</wp:posOffset>
                </wp:positionV>
                <wp:extent cx="6057900" cy="304800"/>
                <wp:effectExtent l="0" t="0" r="19050" b="19050"/>
                <wp:wrapNone/>
                <wp:docPr id="23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5353A" id="Retângulo 23" o:spid="_x0000_s1026" style="position:absolute;margin-left:-4.3pt;margin-top:9.6pt;width:477pt;height:2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" filled="f" strokecolor="#232323 [1613]" strokeweight=".25pt"/>
            </w:pict>
          </mc:Fallback>
        </mc:AlternateContent>
      </w:r>
      <w:r w:rsidRPr="00F27FC9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261021D4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Nota²: O designado deverá ter participado dos treinamentos específicos</w:t>
      </w:r>
      <w:r w:rsidRPr="00F27FC9">
        <w:rPr>
          <w:rFonts w:asciiTheme="minorHAnsi" w:hAnsiTheme="minorHAnsi" w:cstheme="minorHAnsi"/>
          <w:sz w:val="20"/>
          <w:szCs w:val="20"/>
        </w:rPr>
        <w:t xml:space="preserve">.                 </w:t>
      </w:r>
    </w:p>
    <w:p w14:paraId="53EE8D2B" w14:textId="77777777" w:rsidR="00CA7328" w:rsidRPr="00F27FC9" w:rsidRDefault="00CA7328" w:rsidP="00CA7328">
      <w:pPr>
        <w:pStyle w:val="Recuodecorpodetexto2"/>
        <w:tabs>
          <w:tab w:val="num" w:pos="0"/>
        </w:tabs>
        <w:spacing w:line="240" w:lineRule="auto"/>
        <w:ind w:left="0" w:right="1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1AA8B95" w14:textId="77777777" w:rsidR="00CA7328" w:rsidRPr="00F27FC9" w:rsidRDefault="00CA7328" w:rsidP="00CA7328">
      <w:pPr>
        <w:pStyle w:val="Recuodecorpodetexto2"/>
        <w:tabs>
          <w:tab w:val="num" w:pos="0"/>
        </w:tabs>
        <w:spacing w:line="240" w:lineRule="auto"/>
        <w:ind w:left="0" w:right="1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Declaro conhecer as minhas atribuições e responsabilidades referentes à(s) designação (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ões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>) assinalada(s) acima, firmando o presente com aceitação.</w:t>
      </w:r>
    </w:p>
    <w:p w14:paraId="06B98842" w14:textId="77777777" w:rsidR="00CA7328" w:rsidRPr="00F27FC9" w:rsidRDefault="00CA7328" w:rsidP="00CA7328">
      <w:pPr>
        <w:tabs>
          <w:tab w:val="num" w:pos="0"/>
        </w:tabs>
        <w:ind w:right="15"/>
        <w:jc w:val="both"/>
        <w:rPr>
          <w:rFonts w:asciiTheme="minorHAnsi" w:hAnsiTheme="minorHAnsi" w:cstheme="minorHAnsi"/>
          <w:sz w:val="20"/>
          <w:szCs w:val="20"/>
        </w:rPr>
      </w:pPr>
    </w:p>
    <w:p w14:paraId="16ACF724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>Nome do Designado: ____________________________________________________________________</w:t>
      </w:r>
    </w:p>
    <w:p w14:paraId="0491DC2A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14:paraId="6AB7F569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>Área: _______________________ Matrícula: _______________ Ass.: _____________________________</w:t>
      </w:r>
    </w:p>
    <w:p w14:paraId="2E4E9D8B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14:paraId="18FE97F1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>Empresa:______________________________________________________________________________</w:t>
      </w:r>
    </w:p>
    <w:p w14:paraId="7A17C619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14:paraId="7D17AD35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Vistos:</w:t>
      </w:r>
    </w:p>
    <w:p w14:paraId="105CBB79" w14:textId="77777777" w:rsidR="00CA7328" w:rsidRPr="00F27FC9" w:rsidRDefault="00CA7328" w:rsidP="00CA7328">
      <w:pPr>
        <w:tabs>
          <w:tab w:val="num" w:pos="0"/>
        </w:tabs>
        <w:ind w:right="15"/>
        <w:jc w:val="both"/>
        <w:rPr>
          <w:rFonts w:asciiTheme="minorHAnsi" w:hAnsiTheme="minorHAnsi" w:cstheme="minorHAnsi"/>
          <w:sz w:val="20"/>
          <w:szCs w:val="20"/>
        </w:rPr>
      </w:pPr>
    </w:p>
    <w:p w14:paraId="5090D61D" w14:textId="1B9D7EB2" w:rsidR="00CA7328" w:rsidRPr="00F27FC9" w:rsidRDefault="00DB5541" w:rsidP="00CA7328">
      <w:pPr>
        <w:tabs>
          <w:tab w:val="num" w:pos="0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Gerente de Á</w:t>
      </w:r>
      <w:r w:rsidR="00CA7328" w:rsidRPr="00F27FC9">
        <w:rPr>
          <w:rFonts w:asciiTheme="minorHAnsi" w:hAnsiTheme="minorHAnsi" w:cstheme="minorHAnsi"/>
          <w:sz w:val="20"/>
          <w:szCs w:val="20"/>
        </w:rPr>
        <w:t>rea: ___</w:t>
      </w:r>
      <w:r>
        <w:rPr>
          <w:rFonts w:asciiTheme="minorHAnsi" w:hAnsiTheme="minorHAnsi" w:cstheme="minorHAnsi"/>
          <w:sz w:val="20"/>
          <w:szCs w:val="20"/>
        </w:rPr>
        <w:t>_____________________Data:___/___/____</w:t>
      </w:r>
      <w:r w:rsidR="00CA7328" w:rsidRPr="00F27FC9">
        <w:rPr>
          <w:rFonts w:asciiTheme="minorHAnsi" w:hAnsiTheme="minorHAnsi" w:cstheme="minorHAnsi"/>
          <w:sz w:val="20"/>
          <w:szCs w:val="20"/>
        </w:rPr>
        <w:t xml:space="preserve"> Supervisor</w:t>
      </w:r>
      <w:r>
        <w:rPr>
          <w:rFonts w:asciiTheme="minorHAnsi" w:hAnsiTheme="minorHAnsi" w:cstheme="minorHAnsi"/>
          <w:sz w:val="20"/>
          <w:szCs w:val="20"/>
        </w:rPr>
        <w:t>: ____________________</w:t>
      </w:r>
      <w:r w:rsidRPr="00DB554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Data:___/___/____</w:t>
      </w:r>
      <w:r w:rsidR="00CA7328" w:rsidRPr="00F27FC9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5F730979" w14:textId="7777777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14:paraId="2A62F45B" w14:textId="7130B70B" w:rsidR="00DB5541" w:rsidRPr="00F27FC9" w:rsidRDefault="00DB5541" w:rsidP="00DB5541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EHS</w:t>
      </w:r>
      <w:r w:rsidR="00CA7328" w:rsidRPr="00F27FC9">
        <w:rPr>
          <w:rFonts w:asciiTheme="minorHAnsi" w:hAnsiTheme="minorHAnsi" w:cstheme="minorHAnsi"/>
          <w:sz w:val="20"/>
          <w:szCs w:val="20"/>
        </w:rPr>
        <w:t xml:space="preserve">: ________________________________ </w:t>
      </w:r>
      <w:r w:rsidRPr="00F27FC9">
        <w:rPr>
          <w:rFonts w:asciiTheme="minorHAnsi" w:hAnsiTheme="minorHAnsi" w:cstheme="minorHAnsi"/>
          <w:sz w:val="20"/>
          <w:szCs w:val="20"/>
        </w:rPr>
        <w:t xml:space="preserve">Data:____/____/____ </w:t>
      </w:r>
    </w:p>
    <w:p w14:paraId="5B3F5939" w14:textId="64466687"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14:paraId="225C8BB0" w14:textId="77777777" w:rsidR="00BB6B03" w:rsidRPr="00CA7328" w:rsidRDefault="00BB6B03" w:rsidP="00CA7328"/>
    <w:sectPr w:rsidR="00BB6B03" w:rsidRPr="00CA7328" w:rsidSect="00EE6C8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992" w:bottom="426" w:left="83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1B345" w14:textId="77777777" w:rsidR="00135BA5" w:rsidRDefault="00135BA5">
      <w:r>
        <w:separator/>
      </w:r>
    </w:p>
  </w:endnote>
  <w:endnote w:type="continuationSeparator" w:id="0">
    <w:p w14:paraId="7F4C6554" w14:textId="77777777" w:rsidR="00135BA5" w:rsidRDefault="0013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BE1B" w14:textId="77777777" w:rsidR="00E92EC4" w:rsidRPr="006838A8" w:rsidRDefault="00E92EC4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14:paraId="0776C284" w14:textId="77777777" w:rsidR="00E92EC4" w:rsidRPr="00EC7898" w:rsidRDefault="00E92EC4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3129" w14:textId="77777777" w:rsidR="00E92EC4" w:rsidRDefault="00E92EC4">
    <w:pPr>
      <w:pStyle w:val="Rodap"/>
      <w:jc w:val="center"/>
    </w:pPr>
  </w:p>
  <w:p w14:paraId="7EB7E308" w14:textId="77777777" w:rsidR="00E92EC4" w:rsidRDefault="00E92EC4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9050F" w14:textId="77777777" w:rsidR="00135BA5" w:rsidRDefault="00135BA5">
      <w:r>
        <w:separator/>
      </w:r>
    </w:p>
  </w:footnote>
  <w:footnote w:type="continuationSeparator" w:id="0">
    <w:p w14:paraId="35661C46" w14:textId="77777777" w:rsidR="00135BA5" w:rsidRDefault="0013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9E68" w14:textId="331FE770" w:rsidR="00E92EC4" w:rsidRPr="00EF1558" w:rsidRDefault="002B6909" w:rsidP="00954889">
    <w:pPr>
      <w:ind w:left="-851"/>
      <w:rPr>
        <w:rFonts w:asciiTheme="minorHAnsi" w:hAnsiTheme="minorHAnsi"/>
      </w:rPr>
    </w:pPr>
    <w:r w:rsidRPr="00EF1558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249B6548" wp14:editId="2F95C8B8">
              <wp:simplePos x="0" y="0"/>
              <wp:positionH relativeFrom="column">
                <wp:posOffset>51031</wp:posOffset>
              </wp:positionH>
              <wp:positionV relativeFrom="paragraph">
                <wp:posOffset>-327969</wp:posOffset>
              </wp:positionV>
              <wp:extent cx="6630164" cy="1226188"/>
              <wp:effectExtent l="0" t="0" r="0" b="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30164" cy="1226188"/>
                        <a:chOff x="1" y="165514"/>
                        <a:chExt cx="6631388" cy="581025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48916" y="165514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7BD24" w14:textId="53EEA8DF" w:rsidR="00CA7328" w:rsidRDefault="00CA7328" w:rsidP="00CA7328">
                            <w:pPr>
                              <w:pStyle w:val="Cabealh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</w:pPr>
                            <w:r w:rsidRPr="00F27F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  <w:t>Designação para Operação de Equipamentos Móveis</w:t>
                            </w:r>
                          </w:p>
                          <w:p w14:paraId="6D500776" w14:textId="7A1F33E2" w:rsidR="00E92EC4" w:rsidRPr="001D5837" w:rsidRDefault="00E92EC4" w:rsidP="00CA732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47" name="Rectangle 14"/>
                      <wps:cNvSpPr>
                        <a:spLocks noChangeArrowheads="1"/>
                      </wps:cNvSpPr>
                      <wps:spPr bwMode="auto">
                        <a:xfrm>
                          <a:off x="1" y="666333"/>
                          <a:ext cx="6631388" cy="45719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9B6548" id="Grupo 42" o:spid="_x0000_s1043" style="position:absolute;left:0;text-align:left;margin-left:4pt;margin-top:-25.8pt;width:522.05pt;height:96.55pt;z-index:251659776;mso-width-relative:margin;mso-height-relative:margin" coordorigin=",1655" coordsize="66313,5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">
              <v:rect id="Rectangle 48" o:spid="_x0000_s1044" style="position:absolute;left:489;top:1655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" filled="f" stroked="f">
                <v:textbox inset="0">
                  <w:txbxContent>
                    <w:p w14:paraId="78E7BD24" w14:textId="53EEA8DF" w:rsidR="00CA7328" w:rsidRDefault="00CA7328" w:rsidP="00CA7328">
                      <w:pPr>
                        <w:pStyle w:val="Cabealho"/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</w:pPr>
                      <w:r w:rsidRPr="00F27FC9"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  <w:t>Designação para Operação de Equipamentos Móveis</w:t>
                      </w:r>
                    </w:p>
                    <w:p w14:paraId="6D500776" w14:textId="7A1F33E2" w:rsidR="00E92EC4" w:rsidRPr="001D5837" w:rsidRDefault="00E92EC4" w:rsidP="00CA732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</w:p>
                  </w:txbxContent>
                </v:textbox>
              </v:rect>
              <v:rect id="Rectangle 14" o:spid="_x0000_s1045" style="position:absolute;top:6663;width:6631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" fillcolor="#066" stroked="f"/>
            </v:group>
          </w:pict>
        </mc:Fallback>
      </mc:AlternateContent>
    </w:r>
    <w:r w:rsidRPr="002B6909">
      <w:rPr>
        <w:rFonts w:asciiTheme="minorHAnsi" w:hAnsiTheme="minorHAnsi"/>
        <w:noProof/>
      </w:rPr>
      <mc:AlternateContent>
        <mc:Choice Requires="wps">
          <w:drawing>
            <wp:anchor distT="45720" distB="45720" distL="114300" distR="114300" simplePos="0" relativeHeight="251730944" behindDoc="0" locked="0" layoutInCell="1" allowOverlap="1" wp14:anchorId="1399A9A2" wp14:editId="320DF242">
              <wp:simplePos x="0" y="0"/>
              <wp:positionH relativeFrom="page">
                <wp:posOffset>6292850</wp:posOffset>
              </wp:positionH>
              <wp:positionV relativeFrom="paragraph">
                <wp:posOffset>-205740</wp:posOffset>
              </wp:positionV>
              <wp:extent cx="964565" cy="371475"/>
              <wp:effectExtent l="0" t="0" r="6985" b="952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EA20E" w14:textId="304763A4" w:rsidR="002B6909" w:rsidRDefault="002B690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DC65F79" wp14:editId="6E37A08F">
                                <wp:extent cx="674978" cy="350455"/>
                                <wp:effectExtent l="0" t="0" r="0" b="0"/>
                                <wp:docPr id="781578291" name="Imagem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532D7FB9-42A0-4FF1-858A-AD48096830D7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agem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532D7FB9-42A0-4FF1-858A-AD48096830D7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2010" cy="35410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99A9A2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left:0;text-align:left;margin-left:495.5pt;margin-top:-16.2pt;width:75.95pt;height:29.2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" stroked="f">
              <v:textbox>
                <w:txbxContent>
                  <w:p w14:paraId="447EA20E" w14:textId="304763A4" w:rsidR="002B6909" w:rsidRDefault="002B6909">
                    <w:r>
                      <w:rPr>
                        <w:noProof/>
                      </w:rPr>
                      <w:drawing>
                        <wp:inline distT="0" distB="0" distL="0" distR="0" wp14:anchorId="3DC65F79" wp14:editId="6E37A08F">
                          <wp:extent cx="674978" cy="350455"/>
                          <wp:effectExtent l="0" t="0" r="0" b="0"/>
                          <wp:docPr id="781578291" name="Imagem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532D7FB9-42A0-4FF1-858A-AD48096830D7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Imagem 2">
                                    <a:extLst>
                                      <a:ext uri="{FF2B5EF4-FFF2-40B4-BE49-F238E27FC236}">
                                        <a16:creationId xmlns:a16="http://schemas.microsoft.com/office/drawing/2014/main" id="{532D7FB9-42A0-4FF1-858A-AD48096830D7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2010" cy="35410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E92EC4" w:rsidRPr="00EF1558">
      <w:rPr>
        <w:rFonts w:asciiTheme="minorHAnsi" w:hAnsiTheme="minorHAnsi"/>
        <w:noProof/>
      </w:rPr>
      <w:drawing>
        <wp:anchor distT="0" distB="0" distL="114300" distR="114300" simplePos="0" relativeHeight="251654656" behindDoc="0" locked="0" layoutInCell="1" allowOverlap="1" wp14:anchorId="6FF7F50E" wp14:editId="7EAC222B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8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92EC4">
      <w:rPr>
        <w:rFonts w:asciiTheme="minorHAnsi" w:hAnsiTheme="minorHAnsi"/>
      </w:rPr>
      <w:t xml:space="preserve">                                                                                                                                     </w:t>
    </w:r>
  </w:p>
  <w:p w14:paraId="4083C882" w14:textId="77777777" w:rsidR="00E92EC4" w:rsidRPr="00EF1558" w:rsidRDefault="00E92EC4" w:rsidP="00954889">
    <w:pPr>
      <w:rPr>
        <w:rFonts w:asciiTheme="minorHAnsi" w:hAnsiTheme="minorHAnsi" w:cs="Arial"/>
        <w:b/>
        <w:sz w:val="28"/>
      </w:rPr>
    </w:pPr>
  </w:p>
  <w:tbl>
    <w:tblPr>
      <w:tblStyle w:val="Tabelacomgrade"/>
      <w:tblW w:w="10147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967"/>
      <w:gridCol w:w="2180"/>
    </w:tblGrid>
    <w:tr w:rsidR="00982394" w:rsidRPr="00EF1558" w14:paraId="3A557502" w14:textId="77777777" w:rsidTr="00982394">
      <w:tc>
        <w:tcPr>
          <w:tcW w:w="7967" w:type="dxa"/>
        </w:tcPr>
        <w:p w14:paraId="1AAFFD11" w14:textId="615A103B" w:rsidR="00982394" w:rsidRPr="00982394" w:rsidRDefault="00982394" w:rsidP="00927E68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  <w:sz w:val="20"/>
              <w:szCs w:val="20"/>
            </w:rPr>
          </w:pPr>
          <w:r w:rsidRPr="00982394">
            <w:rPr>
              <w:rFonts w:asciiTheme="minorHAnsi" w:hAnsiTheme="minorHAnsi" w:cstheme="minorHAnsi"/>
              <w:b/>
              <w:color w:val="005E5B" w:themeColor="text2" w:themeShade="BF"/>
              <w:sz w:val="20"/>
              <w:szCs w:val="20"/>
            </w:rPr>
            <w:t>Anexo 4 PGS-M</w:t>
          </w:r>
          <w:r w:rsidR="002B6909">
            <w:rPr>
              <w:rFonts w:asciiTheme="minorHAnsi" w:hAnsiTheme="minorHAnsi" w:cstheme="minorHAnsi"/>
              <w:b/>
              <w:color w:val="005E5B" w:themeColor="text2" w:themeShade="BF"/>
              <w:sz w:val="20"/>
              <w:szCs w:val="20"/>
            </w:rPr>
            <w:t>O</w:t>
          </w:r>
          <w:r w:rsidRPr="00982394">
            <w:rPr>
              <w:rFonts w:asciiTheme="minorHAnsi" w:hAnsiTheme="minorHAnsi" w:cstheme="minorHAnsi"/>
              <w:b/>
              <w:color w:val="005E5B" w:themeColor="text2" w:themeShade="BF"/>
              <w:sz w:val="20"/>
              <w:szCs w:val="20"/>
            </w:rPr>
            <w:t>S-EHS-301 – Equipamentos Móveis R</w:t>
          </w:r>
          <w:r w:rsidR="002B6909">
            <w:rPr>
              <w:rFonts w:asciiTheme="minorHAnsi" w:hAnsiTheme="minorHAnsi" w:cstheme="minorHAnsi"/>
              <w:b/>
              <w:color w:val="005E5B" w:themeColor="text2" w:themeShade="BF"/>
              <w:sz w:val="20"/>
              <w:szCs w:val="20"/>
            </w:rPr>
            <w:t>ev.01</w:t>
          </w:r>
        </w:p>
      </w:tc>
      <w:tc>
        <w:tcPr>
          <w:tcW w:w="2180" w:type="dxa"/>
        </w:tcPr>
        <w:p w14:paraId="5C86CC38" w14:textId="289DA4CA" w:rsidR="00982394" w:rsidRPr="00F27FC9" w:rsidRDefault="00982394" w:rsidP="00DB5541">
          <w:pPr>
            <w:tabs>
              <w:tab w:val="left" w:pos="3060"/>
            </w:tabs>
            <w:jc w:val="center"/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Pág.: 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instrText>PAGE  \* Arabic  \* MERGEFORMAT</w:instrTex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2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 de 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instrText>NUMPAGES  \* Arabic  \* MERGEFORMAT</w:instrTex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2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</w:p>
      </w:tc>
    </w:tr>
  </w:tbl>
  <w:p w14:paraId="7B76A072" w14:textId="77777777" w:rsidR="00E92EC4" w:rsidRPr="001D5837" w:rsidRDefault="00E92EC4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10F623A3" w14:textId="412A8A61" w:rsidR="00E92EC4" w:rsidRDefault="00E92EC4">
    <w:pPr>
      <w:rPr>
        <w:sz w:val="2"/>
      </w:rPr>
    </w:pPr>
  </w:p>
  <w:p w14:paraId="4DC1DF2F" w14:textId="0A1718D2" w:rsidR="00E92EC4" w:rsidRDefault="00E92EC4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0A3D" w14:textId="77777777" w:rsidR="00E92EC4" w:rsidRDefault="00E92EC4" w:rsidP="007B62D8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728896" behindDoc="0" locked="0" layoutInCell="1" allowOverlap="1" wp14:anchorId="725E94AE" wp14:editId="317AB9D1">
              <wp:simplePos x="0" y="0"/>
              <wp:positionH relativeFrom="column">
                <wp:posOffset>-102235</wp:posOffset>
              </wp:positionH>
              <wp:positionV relativeFrom="paragraph">
                <wp:posOffset>-309576</wp:posOffset>
              </wp:positionV>
              <wp:extent cx="6886575" cy="674175"/>
              <wp:effectExtent l="0" t="0" r="9525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674175"/>
                        <a:chOff x="0" y="0"/>
                        <a:chExt cx="6886575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B476F" w14:textId="77777777" w:rsidR="00E92EC4" w:rsidRPr="001D5837" w:rsidRDefault="00E92EC4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Arial" w:eastAsia="MS PGothic" w:hAnsi="Arial" w:cs="Arial"/>
                                <w:b/>
                                <w:bCs/>
                                <w:color w:val="006666"/>
                                <w:kern w:val="24"/>
                                <w:sz w:val="28"/>
                                <w:szCs w:val="30"/>
                              </w:rPr>
                              <w:t>Título do documento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0" name="Grupo 40"/>
                      <wpg:cNvGrpSpPr/>
                      <wpg:grpSpPr>
                        <a:xfrm>
                          <a:off x="0" y="0"/>
                          <a:ext cx="6886575" cy="674175"/>
                          <a:chOff x="0" y="0"/>
                          <a:chExt cx="6886575" cy="674175"/>
                        </a:xfrm>
                      </wpg:grpSpPr>
                      <pic:pic xmlns:pic="http://schemas.openxmlformats.org/drawingml/2006/picture">
                        <pic:nvPicPr>
                          <pic:cNvPr id="37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38175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5E94AE" id="Grupo 41" o:spid="_x0000_s1046" style="position:absolute;left:0;text-align:left;margin-left:-8.05pt;margin-top:-24.4pt;width:542.25pt;height:53.1pt;z-index:251728896;mso-width-relative:margin;mso-height-relative:margin" coordsize="68865,6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">
              <v:rect id="Rectangle 48" o:spid="_x0000_s1047" style="position:absolute;width:58547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" filled="f" stroked="f">
                <v:textbox inset="0">
                  <w:txbxContent>
                    <w:p w14:paraId="20EB476F" w14:textId="77777777" w:rsidR="00E92EC4" w:rsidRPr="001D5837" w:rsidRDefault="00E92EC4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  <w:r>
                        <w:rPr>
                          <w:rFonts w:ascii="Arial" w:eastAsia="MS PGothic" w:hAnsi="Arial" w:cs="Arial"/>
                          <w:b/>
                          <w:bCs/>
                          <w:color w:val="006666"/>
                          <w:kern w:val="24"/>
                          <w:sz w:val="28"/>
                          <w:szCs w:val="30"/>
                        </w:rPr>
                        <w:t>Título do documento</w:t>
                      </w:r>
                    </w:p>
                  </w:txbxContent>
                </v:textbox>
              </v:rect>
              <v:group id="Grupo 40" o:spid="_x0000_s1048" style="position:absolute;width:68865;height:6741" coordsize="68865,6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49" type="#_x0000_t75" alt="Descrição: vale_c_sm" style="position:absolute;left:57340;width:11525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">
                  <v:imagedata r:id="rId2" o:title=" vale_c_sm"/>
                </v:shape>
                <v:rect id="Rectangle 14" o:spid="_x0000_s1050" style="position:absolute;top:6381;width:68853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724800" behindDoc="0" locked="0" layoutInCell="1" allowOverlap="1" wp14:anchorId="4C376243" wp14:editId="03C18E4B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10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2C38686" w14:textId="77777777" w:rsidR="00E92EC4" w:rsidRDefault="00E92EC4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E92EC4" w:rsidRPr="00614112" w14:paraId="19CBE53E" w14:textId="77777777" w:rsidTr="00614112">
      <w:tc>
        <w:tcPr>
          <w:tcW w:w="4537" w:type="dxa"/>
        </w:tcPr>
        <w:p w14:paraId="320C9DA5" w14:textId="77777777" w:rsidR="00E92EC4" w:rsidRPr="00614112" w:rsidRDefault="00E92EC4" w:rsidP="00614112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AAA-XXXX-YY-WWW-ZZZ</w:t>
          </w:r>
        </w:p>
      </w:tc>
      <w:tc>
        <w:tcPr>
          <w:tcW w:w="3490" w:type="dxa"/>
        </w:tcPr>
        <w:p w14:paraId="29088A0D" w14:textId="77777777" w:rsidR="00E92EC4" w:rsidRPr="00237D2D" w:rsidRDefault="00E92EC4" w:rsidP="00BB6B03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</w:pPr>
          <w:r w:rsidRPr="00237D2D"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 xml:space="preserve">Rev.: </w:t>
          </w:r>
          <w:r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aa</w:t>
          </w:r>
          <w:r w:rsidRPr="00237D2D"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-xx/xx/</w:t>
          </w:r>
          <w:proofErr w:type="spellStart"/>
          <w:r w:rsidRPr="00237D2D"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xxxx</w:t>
          </w:r>
          <w:proofErr w:type="spellEnd"/>
        </w:p>
      </w:tc>
      <w:tc>
        <w:tcPr>
          <w:tcW w:w="2888" w:type="dxa"/>
        </w:tcPr>
        <w:p w14:paraId="47A4D6A9" w14:textId="77777777" w:rsidR="00E92EC4" w:rsidRPr="00614112" w:rsidRDefault="00E92EC4" w:rsidP="00614112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14:paraId="3E2638D1" w14:textId="77777777" w:rsidR="00E92EC4" w:rsidRPr="001D5837" w:rsidRDefault="00E92EC4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14:paraId="5B5E73BB" w14:textId="77777777" w:rsidR="00E92EC4" w:rsidRPr="0051496D" w:rsidRDefault="00E92EC4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62A"/>
    <w:multiLevelType w:val="hybridMultilevel"/>
    <w:tmpl w:val="F738E1E4"/>
    <w:lvl w:ilvl="0" w:tplc="24A6635A">
      <w:start w:val="1"/>
      <w:numFmt w:val="bullet"/>
      <w:lvlRestart w:val="0"/>
      <w:lvlText w:val="–"/>
      <w:lvlJc w:val="left"/>
      <w:pPr>
        <w:tabs>
          <w:tab w:val="num" w:pos="568"/>
        </w:tabs>
        <w:ind w:left="568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4F5"/>
    <w:multiLevelType w:val="hybridMultilevel"/>
    <w:tmpl w:val="3C96BF0C"/>
    <w:lvl w:ilvl="0" w:tplc="B4C22392">
      <w:start w:val="1"/>
      <w:numFmt w:val="bullet"/>
      <w:lvlRestart w:val="0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40C64"/>
    <w:multiLevelType w:val="hybridMultilevel"/>
    <w:tmpl w:val="EEC6E9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54408F5A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27424EF"/>
    <w:multiLevelType w:val="multilevel"/>
    <w:tmpl w:val="71007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5" w15:restartNumberingAfterBreak="0">
    <w:nsid w:val="1AD8058D"/>
    <w:multiLevelType w:val="multilevel"/>
    <w:tmpl w:val="0E9CEFEE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D72845"/>
    <w:multiLevelType w:val="hybridMultilevel"/>
    <w:tmpl w:val="3A24C54E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43F2EB9"/>
    <w:multiLevelType w:val="hybridMultilevel"/>
    <w:tmpl w:val="7C1A92B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AD454F9"/>
    <w:multiLevelType w:val="hybridMultilevel"/>
    <w:tmpl w:val="4D62284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CAD3222"/>
    <w:multiLevelType w:val="multilevel"/>
    <w:tmpl w:val="0CB4963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FFB74A6"/>
    <w:multiLevelType w:val="hybridMultilevel"/>
    <w:tmpl w:val="A93029C4"/>
    <w:lvl w:ilvl="0" w:tplc="A48880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1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F2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61A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E0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6A4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E9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62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CE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70816"/>
    <w:multiLevelType w:val="hybridMultilevel"/>
    <w:tmpl w:val="C4CEAB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A62F1"/>
    <w:multiLevelType w:val="hybridMultilevel"/>
    <w:tmpl w:val="DBA4BF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12D31"/>
    <w:multiLevelType w:val="hybridMultilevel"/>
    <w:tmpl w:val="26C02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BE16AF2"/>
    <w:multiLevelType w:val="hybridMultilevel"/>
    <w:tmpl w:val="446EC1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409D9"/>
    <w:multiLevelType w:val="hybridMultilevel"/>
    <w:tmpl w:val="098800D0"/>
    <w:lvl w:ilvl="0" w:tplc="EB4686A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9" w15:restartNumberingAfterBreak="0">
    <w:nsid w:val="4CF338DE"/>
    <w:multiLevelType w:val="hybridMultilevel"/>
    <w:tmpl w:val="D8B89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C300B"/>
    <w:multiLevelType w:val="multilevel"/>
    <w:tmpl w:val="9BD23D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53332210"/>
    <w:multiLevelType w:val="hybridMultilevel"/>
    <w:tmpl w:val="CAAE22F8"/>
    <w:lvl w:ilvl="0" w:tplc="04160001">
      <w:start w:val="1"/>
      <w:numFmt w:val="bullet"/>
      <w:lvlText w:val=""/>
      <w:lvlJc w:val="left"/>
      <w:pPr>
        <w:tabs>
          <w:tab w:val="num" w:pos="811"/>
        </w:tabs>
        <w:ind w:left="81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2" w15:restartNumberingAfterBreak="0">
    <w:nsid w:val="56B17EFA"/>
    <w:multiLevelType w:val="hybridMultilevel"/>
    <w:tmpl w:val="0FE883B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92C3757"/>
    <w:multiLevelType w:val="multilevel"/>
    <w:tmpl w:val="6FF0AD9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12D48D4"/>
    <w:multiLevelType w:val="hybridMultilevel"/>
    <w:tmpl w:val="56EACBC2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6DB4564C"/>
    <w:multiLevelType w:val="hybridMultilevel"/>
    <w:tmpl w:val="26C02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10C10"/>
    <w:multiLevelType w:val="multilevel"/>
    <w:tmpl w:val="FF726E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4F3FF2"/>
    <w:multiLevelType w:val="hybridMultilevel"/>
    <w:tmpl w:val="BE069C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C3EF4"/>
    <w:multiLevelType w:val="hybridMultilevel"/>
    <w:tmpl w:val="0570E9E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901FB3"/>
    <w:multiLevelType w:val="hybridMultilevel"/>
    <w:tmpl w:val="5E462C5E"/>
    <w:lvl w:ilvl="0" w:tplc="7D28DC7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7896349">
    <w:abstractNumId w:val="15"/>
  </w:num>
  <w:num w:numId="2" w16cid:durableId="994141327">
    <w:abstractNumId w:val="7"/>
  </w:num>
  <w:num w:numId="3" w16cid:durableId="1022634537">
    <w:abstractNumId w:val="1"/>
  </w:num>
  <w:num w:numId="4" w16cid:durableId="635372623">
    <w:abstractNumId w:val="0"/>
  </w:num>
  <w:num w:numId="5" w16cid:durableId="894775685">
    <w:abstractNumId w:val="17"/>
  </w:num>
  <w:num w:numId="6" w16cid:durableId="1664770319">
    <w:abstractNumId w:val="21"/>
  </w:num>
  <w:num w:numId="7" w16cid:durableId="1342780350">
    <w:abstractNumId w:val="11"/>
  </w:num>
  <w:num w:numId="8" w16cid:durableId="1487816355">
    <w:abstractNumId w:val="18"/>
  </w:num>
  <w:num w:numId="9" w16cid:durableId="1999725384">
    <w:abstractNumId w:val="18"/>
  </w:num>
  <w:num w:numId="10" w16cid:durableId="1353259139">
    <w:abstractNumId w:val="19"/>
  </w:num>
  <w:num w:numId="11" w16cid:durableId="1001471827">
    <w:abstractNumId w:val="24"/>
  </w:num>
  <w:num w:numId="12" w16cid:durableId="1834757100">
    <w:abstractNumId w:val="9"/>
  </w:num>
  <w:num w:numId="13" w16cid:durableId="74396673">
    <w:abstractNumId w:val="6"/>
  </w:num>
  <w:num w:numId="14" w16cid:durableId="1741751283">
    <w:abstractNumId w:val="8"/>
  </w:num>
  <w:num w:numId="15" w16cid:durableId="452942760">
    <w:abstractNumId w:val="16"/>
  </w:num>
  <w:num w:numId="16" w16cid:durableId="499927945">
    <w:abstractNumId w:val="22"/>
  </w:num>
  <w:num w:numId="17" w16cid:durableId="1641301160">
    <w:abstractNumId w:val="4"/>
  </w:num>
  <w:num w:numId="18" w16cid:durableId="304159880">
    <w:abstractNumId w:val="28"/>
  </w:num>
  <w:num w:numId="19" w16cid:durableId="1600865612">
    <w:abstractNumId w:val="18"/>
  </w:num>
  <w:num w:numId="20" w16cid:durableId="224344539">
    <w:abstractNumId w:val="27"/>
  </w:num>
  <w:num w:numId="21" w16cid:durableId="598565087">
    <w:abstractNumId w:val="3"/>
  </w:num>
  <w:num w:numId="22" w16cid:durableId="933199817">
    <w:abstractNumId w:val="29"/>
  </w:num>
  <w:num w:numId="23" w16cid:durableId="1284583139">
    <w:abstractNumId w:val="3"/>
  </w:num>
  <w:num w:numId="24" w16cid:durableId="1391883285">
    <w:abstractNumId w:val="12"/>
  </w:num>
  <w:num w:numId="25" w16cid:durableId="476192144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62179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3296463">
    <w:abstractNumId w:val="13"/>
  </w:num>
  <w:num w:numId="28" w16cid:durableId="135684643">
    <w:abstractNumId w:val="26"/>
  </w:num>
  <w:num w:numId="29" w16cid:durableId="730153796">
    <w:abstractNumId w:val="14"/>
  </w:num>
  <w:num w:numId="30" w16cid:durableId="686174045">
    <w:abstractNumId w:val="25"/>
  </w:num>
  <w:num w:numId="31" w16cid:durableId="539171621">
    <w:abstractNumId w:val="5"/>
  </w:num>
  <w:num w:numId="32" w16cid:durableId="755174207">
    <w:abstractNumId w:val="10"/>
  </w:num>
  <w:num w:numId="33" w16cid:durableId="1941253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0717608">
    <w:abstractNumId w:val="23"/>
  </w:num>
  <w:num w:numId="35" w16cid:durableId="54158768">
    <w:abstractNumId w:val="2"/>
  </w:num>
  <w:num w:numId="36" w16cid:durableId="1292632942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50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PROVER" w:val="Leonardo Correa Grassi Bissacot"/>
    <w:docVar w:name="CONSENT" w:val="-"/>
    <w:docVar w:name="DATEREV" w:val="11/06/2018"/>
    <w:docVar w:name="DOC" w:val="PGS-3212-025"/>
    <w:docVar w:name="ELABFUNCTION" w:val="Analista de Qualidade Pl"/>
    <w:docVar w:name="ELABORATOR" w:val="Lidiane da Silva Freire"/>
    <w:docVar w:name="ELABUSERFUNCTION" w:val="Ana Altiva Cacheado Mateus - Analista de Qualidade Pl"/>
    <w:docVar w:name="IDLOGINCURRENT" w:val="estagiario.tatiana"/>
    <w:docVar w:name="NMUSERCURRENT" w:val="Tatiana Guedes dos Santos"/>
    <w:docVar w:name="NRCOPY" w:val="1"/>
    <w:docVar w:name="REV" w:val="01"/>
    <w:docVar w:name="TITLE" w:val="Equipamentos Móveis"/>
  </w:docVars>
  <w:rsids>
    <w:rsidRoot w:val="00272880"/>
    <w:rsid w:val="000004AF"/>
    <w:rsid w:val="0000232D"/>
    <w:rsid w:val="00002449"/>
    <w:rsid w:val="00004119"/>
    <w:rsid w:val="00007D64"/>
    <w:rsid w:val="00011205"/>
    <w:rsid w:val="000114A2"/>
    <w:rsid w:val="00012F55"/>
    <w:rsid w:val="00012FCA"/>
    <w:rsid w:val="0001302D"/>
    <w:rsid w:val="00013BF3"/>
    <w:rsid w:val="0001464A"/>
    <w:rsid w:val="000158E7"/>
    <w:rsid w:val="000158F1"/>
    <w:rsid w:val="0001673C"/>
    <w:rsid w:val="0001703A"/>
    <w:rsid w:val="0001703D"/>
    <w:rsid w:val="000177BB"/>
    <w:rsid w:val="00027FDF"/>
    <w:rsid w:val="00030608"/>
    <w:rsid w:val="00033167"/>
    <w:rsid w:val="000345E0"/>
    <w:rsid w:val="00037068"/>
    <w:rsid w:val="00042FA1"/>
    <w:rsid w:val="00043676"/>
    <w:rsid w:val="00044E97"/>
    <w:rsid w:val="00044F48"/>
    <w:rsid w:val="00045F12"/>
    <w:rsid w:val="00046691"/>
    <w:rsid w:val="00047184"/>
    <w:rsid w:val="00050C90"/>
    <w:rsid w:val="0005171B"/>
    <w:rsid w:val="00052B82"/>
    <w:rsid w:val="0005417E"/>
    <w:rsid w:val="00061871"/>
    <w:rsid w:val="00064984"/>
    <w:rsid w:val="00065B9E"/>
    <w:rsid w:val="00072898"/>
    <w:rsid w:val="000768E4"/>
    <w:rsid w:val="000818AF"/>
    <w:rsid w:val="00082184"/>
    <w:rsid w:val="0008674F"/>
    <w:rsid w:val="000867B1"/>
    <w:rsid w:val="00087981"/>
    <w:rsid w:val="00091827"/>
    <w:rsid w:val="00093005"/>
    <w:rsid w:val="00094A77"/>
    <w:rsid w:val="00097986"/>
    <w:rsid w:val="000A1C5E"/>
    <w:rsid w:val="000A25E3"/>
    <w:rsid w:val="000A493B"/>
    <w:rsid w:val="000A4FCE"/>
    <w:rsid w:val="000A5AFF"/>
    <w:rsid w:val="000A66DD"/>
    <w:rsid w:val="000A6CEA"/>
    <w:rsid w:val="000B08CF"/>
    <w:rsid w:val="000B5EBD"/>
    <w:rsid w:val="000B60EC"/>
    <w:rsid w:val="000C1EB4"/>
    <w:rsid w:val="000C224A"/>
    <w:rsid w:val="000D0368"/>
    <w:rsid w:val="000D17D0"/>
    <w:rsid w:val="000D215A"/>
    <w:rsid w:val="000D2C1D"/>
    <w:rsid w:val="000D3005"/>
    <w:rsid w:val="000D6437"/>
    <w:rsid w:val="000E20D4"/>
    <w:rsid w:val="000E5962"/>
    <w:rsid w:val="000E7284"/>
    <w:rsid w:val="000E7891"/>
    <w:rsid w:val="000F07AC"/>
    <w:rsid w:val="000F11BB"/>
    <w:rsid w:val="000F1996"/>
    <w:rsid w:val="000F2D94"/>
    <w:rsid w:val="000F5C3E"/>
    <w:rsid w:val="00101E36"/>
    <w:rsid w:val="001062C1"/>
    <w:rsid w:val="0011077E"/>
    <w:rsid w:val="00111AC5"/>
    <w:rsid w:val="00112FC5"/>
    <w:rsid w:val="001131D2"/>
    <w:rsid w:val="00115E34"/>
    <w:rsid w:val="001161DD"/>
    <w:rsid w:val="00120C55"/>
    <w:rsid w:val="00121CAD"/>
    <w:rsid w:val="00122143"/>
    <w:rsid w:val="001240A0"/>
    <w:rsid w:val="0013259E"/>
    <w:rsid w:val="00132928"/>
    <w:rsid w:val="00133056"/>
    <w:rsid w:val="00133FA4"/>
    <w:rsid w:val="001347E2"/>
    <w:rsid w:val="00135BA5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49D"/>
    <w:rsid w:val="0015596C"/>
    <w:rsid w:val="001605C2"/>
    <w:rsid w:val="00161A65"/>
    <w:rsid w:val="00162422"/>
    <w:rsid w:val="001635AF"/>
    <w:rsid w:val="0016423B"/>
    <w:rsid w:val="0016630B"/>
    <w:rsid w:val="00167348"/>
    <w:rsid w:val="0017173B"/>
    <w:rsid w:val="00175612"/>
    <w:rsid w:val="00176B0F"/>
    <w:rsid w:val="00177FE5"/>
    <w:rsid w:val="00180551"/>
    <w:rsid w:val="00180774"/>
    <w:rsid w:val="00181A3D"/>
    <w:rsid w:val="00181FD3"/>
    <w:rsid w:val="00182A84"/>
    <w:rsid w:val="001835F4"/>
    <w:rsid w:val="0018369D"/>
    <w:rsid w:val="00184CEB"/>
    <w:rsid w:val="00187607"/>
    <w:rsid w:val="00187F17"/>
    <w:rsid w:val="00193D48"/>
    <w:rsid w:val="00195D0B"/>
    <w:rsid w:val="0019635C"/>
    <w:rsid w:val="001968F6"/>
    <w:rsid w:val="00196CF1"/>
    <w:rsid w:val="001A0334"/>
    <w:rsid w:val="001A0CE7"/>
    <w:rsid w:val="001A0F2F"/>
    <w:rsid w:val="001A109A"/>
    <w:rsid w:val="001A1F42"/>
    <w:rsid w:val="001A33B1"/>
    <w:rsid w:val="001A43C2"/>
    <w:rsid w:val="001A4F4C"/>
    <w:rsid w:val="001A5CC1"/>
    <w:rsid w:val="001B0517"/>
    <w:rsid w:val="001B1899"/>
    <w:rsid w:val="001B7CAF"/>
    <w:rsid w:val="001B7DE5"/>
    <w:rsid w:val="001C06EC"/>
    <w:rsid w:val="001C63AF"/>
    <w:rsid w:val="001C7C82"/>
    <w:rsid w:val="001D00CD"/>
    <w:rsid w:val="001D0891"/>
    <w:rsid w:val="001D0C04"/>
    <w:rsid w:val="001D5837"/>
    <w:rsid w:val="001D70C8"/>
    <w:rsid w:val="001E07FC"/>
    <w:rsid w:val="001E21D0"/>
    <w:rsid w:val="001E7375"/>
    <w:rsid w:val="001E75A0"/>
    <w:rsid w:val="001F103B"/>
    <w:rsid w:val="001F3A17"/>
    <w:rsid w:val="001F3EA0"/>
    <w:rsid w:val="00200ADE"/>
    <w:rsid w:val="00201BAB"/>
    <w:rsid w:val="00203117"/>
    <w:rsid w:val="0020406B"/>
    <w:rsid w:val="00205226"/>
    <w:rsid w:val="00212409"/>
    <w:rsid w:val="0021243D"/>
    <w:rsid w:val="0021585A"/>
    <w:rsid w:val="0022020D"/>
    <w:rsid w:val="0022076E"/>
    <w:rsid w:val="00226810"/>
    <w:rsid w:val="00232636"/>
    <w:rsid w:val="00232EC2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FE5"/>
    <w:rsid w:val="002615FE"/>
    <w:rsid w:val="002629BB"/>
    <w:rsid w:val="002653D8"/>
    <w:rsid w:val="00272880"/>
    <w:rsid w:val="00272E02"/>
    <w:rsid w:val="002763C3"/>
    <w:rsid w:val="00277106"/>
    <w:rsid w:val="002777BC"/>
    <w:rsid w:val="002828F5"/>
    <w:rsid w:val="00284554"/>
    <w:rsid w:val="00286273"/>
    <w:rsid w:val="00287AE8"/>
    <w:rsid w:val="0029118D"/>
    <w:rsid w:val="0029296A"/>
    <w:rsid w:val="00294383"/>
    <w:rsid w:val="00295581"/>
    <w:rsid w:val="00295D59"/>
    <w:rsid w:val="00296DA8"/>
    <w:rsid w:val="002973FB"/>
    <w:rsid w:val="00297C84"/>
    <w:rsid w:val="002A1293"/>
    <w:rsid w:val="002A3D4F"/>
    <w:rsid w:val="002A52C1"/>
    <w:rsid w:val="002A6C77"/>
    <w:rsid w:val="002A7D43"/>
    <w:rsid w:val="002B03FB"/>
    <w:rsid w:val="002B13C9"/>
    <w:rsid w:val="002B2277"/>
    <w:rsid w:val="002B6909"/>
    <w:rsid w:val="002B7101"/>
    <w:rsid w:val="002B7DB0"/>
    <w:rsid w:val="002C029C"/>
    <w:rsid w:val="002C0971"/>
    <w:rsid w:val="002C27E7"/>
    <w:rsid w:val="002C30C5"/>
    <w:rsid w:val="002C3AF7"/>
    <w:rsid w:val="002C549E"/>
    <w:rsid w:val="002C6B35"/>
    <w:rsid w:val="002D3650"/>
    <w:rsid w:val="002D70CD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614A"/>
    <w:rsid w:val="002F6A7D"/>
    <w:rsid w:val="002F7DF4"/>
    <w:rsid w:val="0030155C"/>
    <w:rsid w:val="0030414C"/>
    <w:rsid w:val="00306D5C"/>
    <w:rsid w:val="00313501"/>
    <w:rsid w:val="003141B7"/>
    <w:rsid w:val="0031574C"/>
    <w:rsid w:val="003211DD"/>
    <w:rsid w:val="00323FC4"/>
    <w:rsid w:val="00324559"/>
    <w:rsid w:val="0032527F"/>
    <w:rsid w:val="00326530"/>
    <w:rsid w:val="003265E4"/>
    <w:rsid w:val="00331330"/>
    <w:rsid w:val="003331F5"/>
    <w:rsid w:val="0033544E"/>
    <w:rsid w:val="00340239"/>
    <w:rsid w:val="003406D2"/>
    <w:rsid w:val="00341FC9"/>
    <w:rsid w:val="0034409A"/>
    <w:rsid w:val="0035615B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86FFD"/>
    <w:rsid w:val="00390A85"/>
    <w:rsid w:val="0039183F"/>
    <w:rsid w:val="00392163"/>
    <w:rsid w:val="00393C6B"/>
    <w:rsid w:val="00397E7A"/>
    <w:rsid w:val="003A222F"/>
    <w:rsid w:val="003A3821"/>
    <w:rsid w:val="003A461A"/>
    <w:rsid w:val="003A7873"/>
    <w:rsid w:val="003A7E59"/>
    <w:rsid w:val="003C05C0"/>
    <w:rsid w:val="003C1028"/>
    <w:rsid w:val="003C5E62"/>
    <w:rsid w:val="003C6DF6"/>
    <w:rsid w:val="003C7348"/>
    <w:rsid w:val="003D072B"/>
    <w:rsid w:val="003D4E2C"/>
    <w:rsid w:val="003D7B36"/>
    <w:rsid w:val="003E0498"/>
    <w:rsid w:val="003E1A86"/>
    <w:rsid w:val="003E2D93"/>
    <w:rsid w:val="003E47C7"/>
    <w:rsid w:val="003E557E"/>
    <w:rsid w:val="003E71CA"/>
    <w:rsid w:val="003E7CFA"/>
    <w:rsid w:val="003F1522"/>
    <w:rsid w:val="003F178F"/>
    <w:rsid w:val="003F3B47"/>
    <w:rsid w:val="003F60B8"/>
    <w:rsid w:val="003F67BF"/>
    <w:rsid w:val="00400209"/>
    <w:rsid w:val="00400285"/>
    <w:rsid w:val="00402C49"/>
    <w:rsid w:val="0040504D"/>
    <w:rsid w:val="004228B6"/>
    <w:rsid w:val="00423AD6"/>
    <w:rsid w:val="004242C9"/>
    <w:rsid w:val="00424448"/>
    <w:rsid w:val="0042501E"/>
    <w:rsid w:val="00425722"/>
    <w:rsid w:val="00425A8A"/>
    <w:rsid w:val="00427065"/>
    <w:rsid w:val="004339B5"/>
    <w:rsid w:val="004345F9"/>
    <w:rsid w:val="00434642"/>
    <w:rsid w:val="00434E27"/>
    <w:rsid w:val="004372F9"/>
    <w:rsid w:val="0044113F"/>
    <w:rsid w:val="004416A5"/>
    <w:rsid w:val="00441770"/>
    <w:rsid w:val="00442A1D"/>
    <w:rsid w:val="0044621B"/>
    <w:rsid w:val="00446703"/>
    <w:rsid w:val="004475DD"/>
    <w:rsid w:val="00451C49"/>
    <w:rsid w:val="00454DB3"/>
    <w:rsid w:val="004605C8"/>
    <w:rsid w:val="00460D29"/>
    <w:rsid w:val="0046228E"/>
    <w:rsid w:val="00464840"/>
    <w:rsid w:val="00466C1C"/>
    <w:rsid w:val="004728AD"/>
    <w:rsid w:val="004737D7"/>
    <w:rsid w:val="00476F56"/>
    <w:rsid w:val="004813FF"/>
    <w:rsid w:val="00482D5E"/>
    <w:rsid w:val="0048695A"/>
    <w:rsid w:val="0049070C"/>
    <w:rsid w:val="00492AF1"/>
    <w:rsid w:val="004977E8"/>
    <w:rsid w:val="004A1D36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28FF"/>
    <w:rsid w:val="004D5B5A"/>
    <w:rsid w:val="004E359F"/>
    <w:rsid w:val="004E4982"/>
    <w:rsid w:val="004E4AAF"/>
    <w:rsid w:val="004E5461"/>
    <w:rsid w:val="004E6832"/>
    <w:rsid w:val="004E6FAF"/>
    <w:rsid w:val="004E7C4C"/>
    <w:rsid w:val="004F1078"/>
    <w:rsid w:val="004F11D3"/>
    <w:rsid w:val="004F11D5"/>
    <w:rsid w:val="004F3438"/>
    <w:rsid w:val="004F448C"/>
    <w:rsid w:val="004F666C"/>
    <w:rsid w:val="005034BE"/>
    <w:rsid w:val="00505268"/>
    <w:rsid w:val="005072F5"/>
    <w:rsid w:val="005107CC"/>
    <w:rsid w:val="00510B88"/>
    <w:rsid w:val="00511005"/>
    <w:rsid w:val="00511BA5"/>
    <w:rsid w:val="0051496D"/>
    <w:rsid w:val="00514E41"/>
    <w:rsid w:val="005156FC"/>
    <w:rsid w:val="005178C2"/>
    <w:rsid w:val="00520F85"/>
    <w:rsid w:val="00524E6D"/>
    <w:rsid w:val="0053021D"/>
    <w:rsid w:val="00530D71"/>
    <w:rsid w:val="005327BC"/>
    <w:rsid w:val="00534C20"/>
    <w:rsid w:val="00536A58"/>
    <w:rsid w:val="0053789C"/>
    <w:rsid w:val="005406FC"/>
    <w:rsid w:val="0054134E"/>
    <w:rsid w:val="00542CD0"/>
    <w:rsid w:val="00544804"/>
    <w:rsid w:val="0055111E"/>
    <w:rsid w:val="005512B2"/>
    <w:rsid w:val="0055753B"/>
    <w:rsid w:val="005621E7"/>
    <w:rsid w:val="00564D4A"/>
    <w:rsid w:val="00565924"/>
    <w:rsid w:val="00565FBF"/>
    <w:rsid w:val="005660BA"/>
    <w:rsid w:val="00567973"/>
    <w:rsid w:val="00572D85"/>
    <w:rsid w:val="00573C53"/>
    <w:rsid w:val="00574F4C"/>
    <w:rsid w:val="00577464"/>
    <w:rsid w:val="0057757D"/>
    <w:rsid w:val="00580123"/>
    <w:rsid w:val="00580CA5"/>
    <w:rsid w:val="0058217B"/>
    <w:rsid w:val="00583C8E"/>
    <w:rsid w:val="005914D1"/>
    <w:rsid w:val="00591CE3"/>
    <w:rsid w:val="005944A0"/>
    <w:rsid w:val="005944C0"/>
    <w:rsid w:val="0059492C"/>
    <w:rsid w:val="005949F4"/>
    <w:rsid w:val="00596A03"/>
    <w:rsid w:val="00596FD5"/>
    <w:rsid w:val="00597087"/>
    <w:rsid w:val="005A0169"/>
    <w:rsid w:val="005A289C"/>
    <w:rsid w:val="005A3E73"/>
    <w:rsid w:val="005A57F3"/>
    <w:rsid w:val="005A5946"/>
    <w:rsid w:val="005A612B"/>
    <w:rsid w:val="005B21DF"/>
    <w:rsid w:val="005B3810"/>
    <w:rsid w:val="005B550C"/>
    <w:rsid w:val="005B5826"/>
    <w:rsid w:val="005B6B72"/>
    <w:rsid w:val="005B6CB2"/>
    <w:rsid w:val="005C04CE"/>
    <w:rsid w:val="005C1FFA"/>
    <w:rsid w:val="005C2B35"/>
    <w:rsid w:val="005C35FB"/>
    <w:rsid w:val="005C6899"/>
    <w:rsid w:val="005C7493"/>
    <w:rsid w:val="005D228E"/>
    <w:rsid w:val="005D2757"/>
    <w:rsid w:val="005D4E59"/>
    <w:rsid w:val="005E17DE"/>
    <w:rsid w:val="005E4132"/>
    <w:rsid w:val="005E6AC8"/>
    <w:rsid w:val="005E6E81"/>
    <w:rsid w:val="005F1BA8"/>
    <w:rsid w:val="005F1EDD"/>
    <w:rsid w:val="005F38B8"/>
    <w:rsid w:val="005F57C3"/>
    <w:rsid w:val="005F5B44"/>
    <w:rsid w:val="00603775"/>
    <w:rsid w:val="0060623C"/>
    <w:rsid w:val="00607FBD"/>
    <w:rsid w:val="006118A1"/>
    <w:rsid w:val="00612B6C"/>
    <w:rsid w:val="006130E2"/>
    <w:rsid w:val="00614112"/>
    <w:rsid w:val="0061459C"/>
    <w:rsid w:val="00615C7C"/>
    <w:rsid w:val="0061610C"/>
    <w:rsid w:val="0061638A"/>
    <w:rsid w:val="00616F26"/>
    <w:rsid w:val="006226F0"/>
    <w:rsid w:val="0062347F"/>
    <w:rsid w:val="00626FDF"/>
    <w:rsid w:val="00635CD5"/>
    <w:rsid w:val="00635DC8"/>
    <w:rsid w:val="00641F53"/>
    <w:rsid w:val="00642921"/>
    <w:rsid w:val="00643CB8"/>
    <w:rsid w:val="00645895"/>
    <w:rsid w:val="006478D1"/>
    <w:rsid w:val="00647C11"/>
    <w:rsid w:val="006540BC"/>
    <w:rsid w:val="006544A1"/>
    <w:rsid w:val="006550D5"/>
    <w:rsid w:val="006554A2"/>
    <w:rsid w:val="00655B96"/>
    <w:rsid w:val="00656A4B"/>
    <w:rsid w:val="006627B0"/>
    <w:rsid w:val="006636E8"/>
    <w:rsid w:val="00667B72"/>
    <w:rsid w:val="00667C8D"/>
    <w:rsid w:val="00670D28"/>
    <w:rsid w:val="006725D2"/>
    <w:rsid w:val="00673BB4"/>
    <w:rsid w:val="00674E82"/>
    <w:rsid w:val="00674F53"/>
    <w:rsid w:val="00675B49"/>
    <w:rsid w:val="00681F98"/>
    <w:rsid w:val="00682DE6"/>
    <w:rsid w:val="00682FC7"/>
    <w:rsid w:val="00683627"/>
    <w:rsid w:val="006838A8"/>
    <w:rsid w:val="00686DB8"/>
    <w:rsid w:val="0069155C"/>
    <w:rsid w:val="00692606"/>
    <w:rsid w:val="00693659"/>
    <w:rsid w:val="00694342"/>
    <w:rsid w:val="00695987"/>
    <w:rsid w:val="006A55E2"/>
    <w:rsid w:val="006A6C2C"/>
    <w:rsid w:val="006B1083"/>
    <w:rsid w:val="006B2BB0"/>
    <w:rsid w:val="006B327C"/>
    <w:rsid w:val="006B578D"/>
    <w:rsid w:val="006B6620"/>
    <w:rsid w:val="006B6C4B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D4E28"/>
    <w:rsid w:val="006D5334"/>
    <w:rsid w:val="006D5DC1"/>
    <w:rsid w:val="006E264C"/>
    <w:rsid w:val="006E4F48"/>
    <w:rsid w:val="006E74F5"/>
    <w:rsid w:val="006F33CB"/>
    <w:rsid w:val="006F3E26"/>
    <w:rsid w:val="006F649A"/>
    <w:rsid w:val="006F6E6D"/>
    <w:rsid w:val="00702ACA"/>
    <w:rsid w:val="00704470"/>
    <w:rsid w:val="007044A1"/>
    <w:rsid w:val="00705755"/>
    <w:rsid w:val="00707514"/>
    <w:rsid w:val="00710338"/>
    <w:rsid w:val="00711C90"/>
    <w:rsid w:val="007120E9"/>
    <w:rsid w:val="007145D5"/>
    <w:rsid w:val="00714749"/>
    <w:rsid w:val="007149C1"/>
    <w:rsid w:val="00714DE1"/>
    <w:rsid w:val="00716100"/>
    <w:rsid w:val="007179FD"/>
    <w:rsid w:val="00721F0D"/>
    <w:rsid w:val="0072457A"/>
    <w:rsid w:val="0073101F"/>
    <w:rsid w:val="007315CF"/>
    <w:rsid w:val="00734961"/>
    <w:rsid w:val="007351CF"/>
    <w:rsid w:val="0073588D"/>
    <w:rsid w:val="00735D9E"/>
    <w:rsid w:val="00740FBC"/>
    <w:rsid w:val="00742577"/>
    <w:rsid w:val="00747DA0"/>
    <w:rsid w:val="00750522"/>
    <w:rsid w:val="00753718"/>
    <w:rsid w:val="00755929"/>
    <w:rsid w:val="0076026F"/>
    <w:rsid w:val="00761DDA"/>
    <w:rsid w:val="00762E0E"/>
    <w:rsid w:val="00764ED1"/>
    <w:rsid w:val="007660FB"/>
    <w:rsid w:val="00767B20"/>
    <w:rsid w:val="00770593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4A15"/>
    <w:rsid w:val="00785E7D"/>
    <w:rsid w:val="0078728B"/>
    <w:rsid w:val="007876F1"/>
    <w:rsid w:val="00792047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3097"/>
    <w:rsid w:val="007B3EDE"/>
    <w:rsid w:val="007B485A"/>
    <w:rsid w:val="007B5383"/>
    <w:rsid w:val="007B62D8"/>
    <w:rsid w:val="007B67A7"/>
    <w:rsid w:val="007B71F0"/>
    <w:rsid w:val="007C0F04"/>
    <w:rsid w:val="007C1BFB"/>
    <w:rsid w:val="007C2F39"/>
    <w:rsid w:val="007C39A7"/>
    <w:rsid w:val="007C5215"/>
    <w:rsid w:val="007D1A82"/>
    <w:rsid w:val="007D2B87"/>
    <w:rsid w:val="007D2BF7"/>
    <w:rsid w:val="007D66D9"/>
    <w:rsid w:val="007E07A4"/>
    <w:rsid w:val="007E0D99"/>
    <w:rsid w:val="007E1E7E"/>
    <w:rsid w:val="007E2065"/>
    <w:rsid w:val="007E38D4"/>
    <w:rsid w:val="007E3E14"/>
    <w:rsid w:val="007E4C71"/>
    <w:rsid w:val="007E4CA9"/>
    <w:rsid w:val="007F0113"/>
    <w:rsid w:val="00800797"/>
    <w:rsid w:val="00800826"/>
    <w:rsid w:val="0080116D"/>
    <w:rsid w:val="008019E2"/>
    <w:rsid w:val="008020F4"/>
    <w:rsid w:val="00802BD1"/>
    <w:rsid w:val="00803C7E"/>
    <w:rsid w:val="0080501E"/>
    <w:rsid w:val="00807AF1"/>
    <w:rsid w:val="008109BA"/>
    <w:rsid w:val="00814584"/>
    <w:rsid w:val="00814E36"/>
    <w:rsid w:val="008155D6"/>
    <w:rsid w:val="0081754B"/>
    <w:rsid w:val="00820248"/>
    <w:rsid w:val="008241DB"/>
    <w:rsid w:val="008256DA"/>
    <w:rsid w:val="00826525"/>
    <w:rsid w:val="00826D0B"/>
    <w:rsid w:val="00832F30"/>
    <w:rsid w:val="008330E7"/>
    <w:rsid w:val="00833CC6"/>
    <w:rsid w:val="0083467B"/>
    <w:rsid w:val="00834DC9"/>
    <w:rsid w:val="00836727"/>
    <w:rsid w:val="00842D2F"/>
    <w:rsid w:val="00843B72"/>
    <w:rsid w:val="0084451F"/>
    <w:rsid w:val="0084613C"/>
    <w:rsid w:val="00847FCE"/>
    <w:rsid w:val="00851956"/>
    <w:rsid w:val="00851CD8"/>
    <w:rsid w:val="00853B5C"/>
    <w:rsid w:val="0085402C"/>
    <w:rsid w:val="00860A79"/>
    <w:rsid w:val="008613FE"/>
    <w:rsid w:val="008623EE"/>
    <w:rsid w:val="00862D9B"/>
    <w:rsid w:val="00865CBF"/>
    <w:rsid w:val="00870B6C"/>
    <w:rsid w:val="00873320"/>
    <w:rsid w:val="00880F76"/>
    <w:rsid w:val="00884CE8"/>
    <w:rsid w:val="008857F5"/>
    <w:rsid w:val="0089100F"/>
    <w:rsid w:val="00891D7B"/>
    <w:rsid w:val="00892AC3"/>
    <w:rsid w:val="00893276"/>
    <w:rsid w:val="00895773"/>
    <w:rsid w:val="008A2EBD"/>
    <w:rsid w:val="008B10C2"/>
    <w:rsid w:val="008B26DD"/>
    <w:rsid w:val="008B5114"/>
    <w:rsid w:val="008B689A"/>
    <w:rsid w:val="008B78CB"/>
    <w:rsid w:val="008C13C1"/>
    <w:rsid w:val="008C773F"/>
    <w:rsid w:val="008D2FDB"/>
    <w:rsid w:val="008D496E"/>
    <w:rsid w:val="008E03D0"/>
    <w:rsid w:val="008E057C"/>
    <w:rsid w:val="008E0753"/>
    <w:rsid w:val="008E08C6"/>
    <w:rsid w:val="008E0B18"/>
    <w:rsid w:val="008E0FC3"/>
    <w:rsid w:val="008E11A3"/>
    <w:rsid w:val="008E25FE"/>
    <w:rsid w:val="008F1290"/>
    <w:rsid w:val="008F14F2"/>
    <w:rsid w:val="008F40DA"/>
    <w:rsid w:val="008F7478"/>
    <w:rsid w:val="00901C62"/>
    <w:rsid w:val="00902F73"/>
    <w:rsid w:val="00905295"/>
    <w:rsid w:val="00905F35"/>
    <w:rsid w:val="00907142"/>
    <w:rsid w:val="00907B8D"/>
    <w:rsid w:val="00912ABE"/>
    <w:rsid w:val="009145A5"/>
    <w:rsid w:val="00916156"/>
    <w:rsid w:val="009161C1"/>
    <w:rsid w:val="00921CC0"/>
    <w:rsid w:val="009246AC"/>
    <w:rsid w:val="00924923"/>
    <w:rsid w:val="0092554A"/>
    <w:rsid w:val="00925BA5"/>
    <w:rsid w:val="00927815"/>
    <w:rsid w:val="00927E68"/>
    <w:rsid w:val="00931395"/>
    <w:rsid w:val="009318AA"/>
    <w:rsid w:val="00935335"/>
    <w:rsid w:val="009365B7"/>
    <w:rsid w:val="00936CF6"/>
    <w:rsid w:val="00936E57"/>
    <w:rsid w:val="00937C32"/>
    <w:rsid w:val="009425FD"/>
    <w:rsid w:val="00942E76"/>
    <w:rsid w:val="00942E96"/>
    <w:rsid w:val="00945EB7"/>
    <w:rsid w:val="0094686F"/>
    <w:rsid w:val="00952113"/>
    <w:rsid w:val="00952D83"/>
    <w:rsid w:val="00954889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5933"/>
    <w:rsid w:val="00982331"/>
    <w:rsid w:val="00982394"/>
    <w:rsid w:val="0098382A"/>
    <w:rsid w:val="009840EE"/>
    <w:rsid w:val="00984F72"/>
    <w:rsid w:val="00985A82"/>
    <w:rsid w:val="0098680D"/>
    <w:rsid w:val="00991E25"/>
    <w:rsid w:val="00993501"/>
    <w:rsid w:val="00994D0A"/>
    <w:rsid w:val="00994F47"/>
    <w:rsid w:val="009950BE"/>
    <w:rsid w:val="009A1508"/>
    <w:rsid w:val="009A171D"/>
    <w:rsid w:val="009A7A2B"/>
    <w:rsid w:val="009B1246"/>
    <w:rsid w:val="009B2056"/>
    <w:rsid w:val="009B4C97"/>
    <w:rsid w:val="009B5838"/>
    <w:rsid w:val="009B7F5F"/>
    <w:rsid w:val="009C12D4"/>
    <w:rsid w:val="009C1C13"/>
    <w:rsid w:val="009C22C9"/>
    <w:rsid w:val="009C3A4C"/>
    <w:rsid w:val="009C5354"/>
    <w:rsid w:val="009C7DCF"/>
    <w:rsid w:val="009D1BC3"/>
    <w:rsid w:val="009D3356"/>
    <w:rsid w:val="009D537F"/>
    <w:rsid w:val="009D5BA6"/>
    <w:rsid w:val="009E2A37"/>
    <w:rsid w:val="009E605F"/>
    <w:rsid w:val="009E64F6"/>
    <w:rsid w:val="009E68A1"/>
    <w:rsid w:val="009F0789"/>
    <w:rsid w:val="009F1F85"/>
    <w:rsid w:val="009F2312"/>
    <w:rsid w:val="009F265F"/>
    <w:rsid w:val="009F4396"/>
    <w:rsid w:val="009F45D5"/>
    <w:rsid w:val="009F46E4"/>
    <w:rsid w:val="009F574E"/>
    <w:rsid w:val="009F60FF"/>
    <w:rsid w:val="009F65F3"/>
    <w:rsid w:val="009F7F17"/>
    <w:rsid w:val="00A04473"/>
    <w:rsid w:val="00A04B71"/>
    <w:rsid w:val="00A05AD4"/>
    <w:rsid w:val="00A060D7"/>
    <w:rsid w:val="00A062D3"/>
    <w:rsid w:val="00A1020A"/>
    <w:rsid w:val="00A1136C"/>
    <w:rsid w:val="00A14234"/>
    <w:rsid w:val="00A14484"/>
    <w:rsid w:val="00A14D72"/>
    <w:rsid w:val="00A17F76"/>
    <w:rsid w:val="00A27EDA"/>
    <w:rsid w:val="00A321B5"/>
    <w:rsid w:val="00A32931"/>
    <w:rsid w:val="00A341D7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6AC7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CF1"/>
    <w:rsid w:val="00A70F3C"/>
    <w:rsid w:val="00A71E5F"/>
    <w:rsid w:val="00A75E50"/>
    <w:rsid w:val="00A7783D"/>
    <w:rsid w:val="00A778BC"/>
    <w:rsid w:val="00A8062C"/>
    <w:rsid w:val="00A80AC0"/>
    <w:rsid w:val="00A83605"/>
    <w:rsid w:val="00A83AF0"/>
    <w:rsid w:val="00A83DB5"/>
    <w:rsid w:val="00A84D89"/>
    <w:rsid w:val="00A86425"/>
    <w:rsid w:val="00A867C2"/>
    <w:rsid w:val="00A8710B"/>
    <w:rsid w:val="00A9050B"/>
    <w:rsid w:val="00A911ED"/>
    <w:rsid w:val="00A91E6E"/>
    <w:rsid w:val="00A93210"/>
    <w:rsid w:val="00A943B1"/>
    <w:rsid w:val="00A95B6F"/>
    <w:rsid w:val="00A9638C"/>
    <w:rsid w:val="00A96B62"/>
    <w:rsid w:val="00AA122A"/>
    <w:rsid w:val="00AA12B8"/>
    <w:rsid w:val="00AA15E4"/>
    <w:rsid w:val="00AA24B4"/>
    <w:rsid w:val="00AA5D4F"/>
    <w:rsid w:val="00AA6B3B"/>
    <w:rsid w:val="00AB0393"/>
    <w:rsid w:val="00AB300E"/>
    <w:rsid w:val="00AB3EA4"/>
    <w:rsid w:val="00AB5D4B"/>
    <w:rsid w:val="00AC1A47"/>
    <w:rsid w:val="00AC1EEB"/>
    <w:rsid w:val="00AC2644"/>
    <w:rsid w:val="00AC47FF"/>
    <w:rsid w:val="00AC6E29"/>
    <w:rsid w:val="00AD17B1"/>
    <w:rsid w:val="00AD2D21"/>
    <w:rsid w:val="00AD3DEB"/>
    <w:rsid w:val="00AD421F"/>
    <w:rsid w:val="00AD5BDA"/>
    <w:rsid w:val="00AD5EFA"/>
    <w:rsid w:val="00AD7F36"/>
    <w:rsid w:val="00AE4128"/>
    <w:rsid w:val="00AE504D"/>
    <w:rsid w:val="00AE578A"/>
    <w:rsid w:val="00AE6181"/>
    <w:rsid w:val="00AF04C5"/>
    <w:rsid w:val="00AF0F80"/>
    <w:rsid w:val="00AF14AA"/>
    <w:rsid w:val="00AF28E5"/>
    <w:rsid w:val="00AF65F6"/>
    <w:rsid w:val="00AF7A17"/>
    <w:rsid w:val="00B004BA"/>
    <w:rsid w:val="00B021B3"/>
    <w:rsid w:val="00B02D67"/>
    <w:rsid w:val="00B032EE"/>
    <w:rsid w:val="00B04DFB"/>
    <w:rsid w:val="00B052EF"/>
    <w:rsid w:val="00B05450"/>
    <w:rsid w:val="00B07296"/>
    <w:rsid w:val="00B07A3A"/>
    <w:rsid w:val="00B11C94"/>
    <w:rsid w:val="00B1256A"/>
    <w:rsid w:val="00B13248"/>
    <w:rsid w:val="00B16B20"/>
    <w:rsid w:val="00B25D98"/>
    <w:rsid w:val="00B26F82"/>
    <w:rsid w:val="00B305A5"/>
    <w:rsid w:val="00B3063D"/>
    <w:rsid w:val="00B32322"/>
    <w:rsid w:val="00B32506"/>
    <w:rsid w:val="00B360B9"/>
    <w:rsid w:val="00B36A27"/>
    <w:rsid w:val="00B41A74"/>
    <w:rsid w:val="00B43637"/>
    <w:rsid w:val="00B5018D"/>
    <w:rsid w:val="00B517F6"/>
    <w:rsid w:val="00B52CBB"/>
    <w:rsid w:val="00B5364E"/>
    <w:rsid w:val="00B53EC7"/>
    <w:rsid w:val="00B57353"/>
    <w:rsid w:val="00B67D04"/>
    <w:rsid w:val="00B70D53"/>
    <w:rsid w:val="00B728AB"/>
    <w:rsid w:val="00B72E6F"/>
    <w:rsid w:val="00B73706"/>
    <w:rsid w:val="00B81071"/>
    <w:rsid w:val="00B811F7"/>
    <w:rsid w:val="00B83C5E"/>
    <w:rsid w:val="00B83FE5"/>
    <w:rsid w:val="00B844A2"/>
    <w:rsid w:val="00B8623D"/>
    <w:rsid w:val="00B934B6"/>
    <w:rsid w:val="00B94C5B"/>
    <w:rsid w:val="00B963F1"/>
    <w:rsid w:val="00BA0821"/>
    <w:rsid w:val="00BA40D4"/>
    <w:rsid w:val="00BA7E69"/>
    <w:rsid w:val="00BB281D"/>
    <w:rsid w:val="00BB4265"/>
    <w:rsid w:val="00BB62C0"/>
    <w:rsid w:val="00BB6B03"/>
    <w:rsid w:val="00BC27D0"/>
    <w:rsid w:val="00BD15E0"/>
    <w:rsid w:val="00BD3E05"/>
    <w:rsid w:val="00BD64F3"/>
    <w:rsid w:val="00BD681F"/>
    <w:rsid w:val="00BD6CAC"/>
    <w:rsid w:val="00BE10EF"/>
    <w:rsid w:val="00BE14D6"/>
    <w:rsid w:val="00BE2FDD"/>
    <w:rsid w:val="00BE4B2E"/>
    <w:rsid w:val="00BE50DA"/>
    <w:rsid w:val="00BE6294"/>
    <w:rsid w:val="00BF126F"/>
    <w:rsid w:val="00BF206B"/>
    <w:rsid w:val="00BF26C7"/>
    <w:rsid w:val="00BF5D7F"/>
    <w:rsid w:val="00BF6808"/>
    <w:rsid w:val="00C0203C"/>
    <w:rsid w:val="00C03E06"/>
    <w:rsid w:val="00C10698"/>
    <w:rsid w:val="00C10DF5"/>
    <w:rsid w:val="00C16C4C"/>
    <w:rsid w:val="00C170FF"/>
    <w:rsid w:val="00C21F6C"/>
    <w:rsid w:val="00C23352"/>
    <w:rsid w:val="00C24813"/>
    <w:rsid w:val="00C25E2C"/>
    <w:rsid w:val="00C261D6"/>
    <w:rsid w:val="00C2690F"/>
    <w:rsid w:val="00C3109A"/>
    <w:rsid w:val="00C3714C"/>
    <w:rsid w:val="00C40125"/>
    <w:rsid w:val="00C40EE8"/>
    <w:rsid w:val="00C416CC"/>
    <w:rsid w:val="00C44ACB"/>
    <w:rsid w:val="00C4540E"/>
    <w:rsid w:val="00C45D90"/>
    <w:rsid w:val="00C4670B"/>
    <w:rsid w:val="00C46BA1"/>
    <w:rsid w:val="00C525F7"/>
    <w:rsid w:val="00C54EBB"/>
    <w:rsid w:val="00C55139"/>
    <w:rsid w:val="00C63B6E"/>
    <w:rsid w:val="00C67220"/>
    <w:rsid w:val="00C71766"/>
    <w:rsid w:val="00C71CCA"/>
    <w:rsid w:val="00C7219B"/>
    <w:rsid w:val="00C739D8"/>
    <w:rsid w:val="00C739EF"/>
    <w:rsid w:val="00C74DDD"/>
    <w:rsid w:val="00C77826"/>
    <w:rsid w:val="00C80F15"/>
    <w:rsid w:val="00C838D4"/>
    <w:rsid w:val="00C862CE"/>
    <w:rsid w:val="00C93FBE"/>
    <w:rsid w:val="00C94BCA"/>
    <w:rsid w:val="00C94DEF"/>
    <w:rsid w:val="00C96385"/>
    <w:rsid w:val="00C96CD8"/>
    <w:rsid w:val="00CA1CD3"/>
    <w:rsid w:val="00CA28E1"/>
    <w:rsid w:val="00CA45B0"/>
    <w:rsid w:val="00CA5B5A"/>
    <w:rsid w:val="00CA7328"/>
    <w:rsid w:val="00CA7FA3"/>
    <w:rsid w:val="00CC13F6"/>
    <w:rsid w:val="00CC3F91"/>
    <w:rsid w:val="00CC6902"/>
    <w:rsid w:val="00CC7AAF"/>
    <w:rsid w:val="00CD01FC"/>
    <w:rsid w:val="00CD08CE"/>
    <w:rsid w:val="00CD0B14"/>
    <w:rsid w:val="00CD2E58"/>
    <w:rsid w:val="00CD44FE"/>
    <w:rsid w:val="00CD4EB1"/>
    <w:rsid w:val="00CE1F76"/>
    <w:rsid w:val="00CE2DFF"/>
    <w:rsid w:val="00CE3B03"/>
    <w:rsid w:val="00CE3CCA"/>
    <w:rsid w:val="00CE5137"/>
    <w:rsid w:val="00CE5BB9"/>
    <w:rsid w:val="00CF20B3"/>
    <w:rsid w:val="00CF288B"/>
    <w:rsid w:val="00D00054"/>
    <w:rsid w:val="00D00598"/>
    <w:rsid w:val="00D0345A"/>
    <w:rsid w:val="00D04504"/>
    <w:rsid w:val="00D06CEE"/>
    <w:rsid w:val="00D07E71"/>
    <w:rsid w:val="00D117E2"/>
    <w:rsid w:val="00D135E2"/>
    <w:rsid w:val="00D17213"/>
    <w:rsid w:val="00D17969"/>
    <w:rsid w:val="00D2379F"/>
    <w:rsid w:val="00D237F0"/>
    <w:rsid w:val="00D2559E"/>
    <w:rsid w:val="00D263B9"/>
    <w:rsid w:val="00D26C7C"/>
    <w:rsid w:val="00D31679"/>
    <w:rsid w:val="00D32715"/>
    <w:rsid w:val="00D327F3"/>
    <w:rsid w:val="00D33DC4"/>
    <w:rsid w:val="00D35E81"/>
    <w:rsid w:val="00D37B56"/>
    <w:rsid w:val="00D44F85"/>
    <w:rsid w:val="00D46155"/>
    <w:rsid w:val="00D4663D"/>
    <w:rsid w:val="00D468F8"/>
    <w:rsid w:val="00D4723C"/>
    <w:rsid w:val="00D509B6"/>
    <w:rsid w:val="00D50CD7"/>
    <w:rsid w:val="00D546B9"/>
    <w:rsid w:val="00D55F1E"/>
    <w:rsid w:val="00D619F8"/>
    <w:rsid w:val="00D6293D"/>
    <w:rsid w:val="00D6340F"/>
    <w:rsid w:val="00D6512F"/>
    <w:rsid w:val="00D6690E"/>
    <w:rsid w:val="00D66CC1"/>
    <w:rsid w:val="00D70ED2"/>
    <w:rsid w:val="00D74514"/>
    <w:rsid w:val="00D7769A"/>
    <w:rsid w:val="00D8048A"/>
    <w:rsid w:val="00D819D0"/>
    <w:rsid w:val="00D868FA"/>
    <w:rsid w:val="00D86D80"/>
    <w:rsid w:val="00D86EA7"/>
    <w:rsid w:val="00D87460"/>
    <w:rsid w:val="00D9063F"/>
    <w:rsid w:val="00D906F8"/>
    <w:rsid w:val="00D909C3"/>
    <w:rsid w:val="00D9305B"/>
    <w:rsid w:val="00D946F6"/>
    <w:rsid w:val="00DA19DA"/>
    <w:rsid w:val="00DA3DD6"/>
    <w:rsid w:val="00DA46EB"/>
    <w:rsid w:val="00DA58A6"/>
    <w:rsid w:val="00DA7D27"/>
    <w:rsid w:val="00DB0DAD"/>
    <w:rsid w:val="00DB1DB5"/>
    <w:rsid w:val="00DB5541"/>
    <w:rsid w:val="00DB63DE"/>
    <w:rsid w:val="00DB711C"/>
    <w:rsid w:val="00DB72B6"/>
    <w:rsid w:val="00DB745F"/>
    <w:rsid w:val="00DC18A6"/>
    <w:rsid w:val="00DC2458"/>
    <w:rsid w:val="00DC339A"/>
    <w:rsid w:val="00DC6BA8"/>
    <w:rsid w:val="00DC7B0E"/>
    <w:rsid w:val="00DD36CF"/>
    <w:rsid w:val="00DD3ADB"/>
    <w:rsid w:val="00DD60E4"/>
    <w:rsid w:val="00DD72C6"/>
    <w:rsid w:val="00DE04A2"/>
    <w:rsid w:val="00DE193D"/>
    <w:rsid w:val="00DE2EBB"/>
    <w:rsid w:val="00DE6ADF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11E69"/>
    <w:rsid w:val="00E12EDC"/>
    <w:rsid w:val="00E12FF7"/>
    <w:rsid w:val="00E14C19"/>
    <w:rsid w:val="00E24A24"/>
    <w:rsid w:val="00E24B6E"/>
    <w:rsid w:val="00E26EE7"/>
    <w:rsid w:val="00E3170E"/>
    <w:rsid w:val="00E33A0A"/>
    <w:rsid w:val="00E3463E"/>
    <w:rsid w:val="00E35096"/>
    <w:rsid w:val="00E36373"/>
    <w:rsid w:val="00E37021"/>
    <w:rsid w:val="00E41267"/>
    <w:rsid w:val="00E413A0"/>
    <w:rsid w:val="00E428C7"/>
    <w:rsid w:val="00E46931"/>
    <w:rsid w:val="00E504DD"/>
    <w:rsid w:val="00E5085E"/>
    <w:rsid w:val="00E52A8C"/>
    <w:rsid w:val="00E54B18"/>
    <w:rsid w:val="00E54B89"/>
    <w:rsid w:val="00E564A0"/>
    <w:rsid w:val="00E5697C"/>
    <w:rsid w:val="00E6229D"/>
    <w:rsid w:val="00E62C57"/>
    <w:rsid w:val="00E66AC6"/>
    <w:rsid w:val="00E7588E"/>
    <w:rsid w:val="00E77D57"/>
    <w:rsid w:val="00E80E3E"/>
    <w:rsid w:val="00E82E3D"/>
    <w:rsid w:val="00E85AA5"/>
    <w:rsid w:val="00E85E64"/>
    <w:rsid w:val="00E87193"/>
    <w:rsid w:val="00E87A0F"/>
    <w:rsid w:val="00E87D5F"/>
    <w:rsid w:val="00E902ED"/>
    <w:rsid w:val="00E90554"/>
    <w:rsid w:val="00E90A7A"/>
    <w:rsid w:val="00E922D5"/>
    <w:rsid w:val="00E92B1F"/>
    <w:rsid w:val="00E92EC4"/>
    <w:rsid w:val="00E942F9"/>
    <w:rsid w:val="00EA08E8"/>
    <w:rsid w:val="00EA6445"/>
    <w:rsid w:val="00EA7DF8"/>
    <w:rsid w:val="00EB32BC"/>
    <w:rsid w:val="00EB377F"/>
    <w:rsid w:val="00EB383D"/>
    <w:rsid w:val="00EB4FF6"/>
    <w:rsid w:val="00EC005C"/>
    <w:rsid w:val="00EC5473"/>
    <w:rsid w:val="00EC750E"/>
    <w:rsid w:val="00EC7898"/>
    <w:rsid w:val="00ED0B30"/>
    <w:rsid w:val="00ED6D5B"/>
    <w:rsid w:val="00EE0D81"/>
    <w:rsid w:val="00EE2EFD"/>
    <w:rsid w:val="00EE6C83"/>
    <w:rsid w:val="00EE7D97"/>
    <w:rsid w:val="00EF0962"/>
    <w:rsid w:val="00EF0E9E"/>
    <w:rsid w:val="00EF1558"/>
    <w:rsid w:val="00EF15B3"/>
    <w:rsid w:val="00EF1E80"/>
    <w:rsid w:val="00EF3B3F"/>
    <w:rsid w:val="00F00BA0"/>
    <w:rsid w:val="00F016E6"/>
    <w:rsid w:val="00F01BF8"/>
    <w:rsid w:val="00F07DA0"/>
    <w:rsid w:val="00F141C6"/>
    <w:rsid w:val="00F172BB"/>
    <w:rsid w:val="00F20BC8"/>
    <w:rsid w:val="00F2440E"/>
    <w:rsid w:val="00F25B04"/>
    <w:rsid w:val="00F26929"/>
    <w:rsid w:val="00F30057"/>
    <w:rsid w:val="00F31122"/>
    <w:rsid w:val="00F349B2"/>
    <w:rsid w:val="00F35F76"/>
    <w:rsid w:val="00F3780D"/>
    <w:rsid w:val="00F37C50"/>
    <w:rsid w:val="00F45B90"/>
    <w:rsid w:val="00F46B38"/>
    <w:rsid w:val="00F47326"/>
    <w:rsid w:val="00F47928"/>
    <w:rsid w:val="00F5121F"/>
    <w:rsid w:val="00F519D4"/>
    <w:rsid w:val="00F51ACF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168"/>
    <w:rsid w:val="00F67B08"/>
    <w:rsid w:val="00F7374F"/>
    <w:rsid w:val="00F80162"/>
    <w:rsid w:val="00F8246A"/>
    <w:rsid w:val="00F919B7"/>
    <w:rsid w:val="00F91E21"/>
    <w:rsid w:val="00FA0CD0"/>
    <w:rsid w:val="00FA1237"/>
    <w:rsid w:val="00FA46C0"/>
    <w:rsid w:val="00FA4C49"/>
    <w:rsid w:val="00FA58BF"/>
    <w:rsid w:val="00FA70E3"/>
    <w:rsid w:val="00FB161A"/>
    <w:rsid w:val="00FB2ADA"/>
    <w:rsid w:val="00FC0B84"/>
    <w:rsid w:val="00FC0F15"/>
    <w:rsid w:val="00FC167D"/>
    <w:rsid w:val="00FC3CFE"/>
    <w:rsid w:val="00FD0687"/>
    <w:rsid w:val="00FD477E"/>
    <w:rsid w:val="00FD57DA"/>
    <w:rsid w:val="00FD6B8B"/>
    <w:rsid w:val="00FD74FA"/>
    <w:rsid w:val="00FE3330"/>
    <w:rsid w:val="00FE43BD"/>
    <w:rsid w:val="00FE6C87"/>
    <w:rsid w:val="00FE6FCB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#ddd,#f8f8f8,#eaeaea"/>
    </o:shapedefaults>
    <o:shapelayout v:ext="edit">
      <o:idmap v:ext="edit" data="2"/>
    </o:shapelayout>
  </w:shapeDefaults>
  <w:decimalSymbol w:val=","/>
  <w:listSeparator w:val=";"/>
  <w14:docId w14:val="75EA5675"/>
  <w15:docId w15:val="{0441855D-CA5C-4718-8755-0A142272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link w:val="Ttulo4Char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35615B"/>
    <w:pPr>
      <w:numPr>
        <w:numId w:val="21"/>
      </w:numPr>
      <w:spacing w:before="120" w:after="80"/>
    </w:pPr>
    <w:rPr>
      <w:rFonts w:ascii="Arial" w:hAnsi="Arial"/>
      <w:b/>
      <w:caps/>
      <w:sz w:val="22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1968F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968F6"/>
    <w:rPr>
      <w:rFonts w:ascii="Arial" w:eastAsia="Arial" w:hAnsi="Arial" w:cs="Arial"/>
      <w:lang w:val="en-US" w:eastAsia="en-US"/>
    </w:rPr>
  </w:style>
  <w:style w:type="paragraph" w:customStyle="1" w:styleId="Pargrafo1">
    <w:name w:val="Parágrafo 1"/>
    <w:basedOn w:val="Normal"/>
    <w:rsid w:val="001968F6"/>
    <w:pPr>
      <w:tabs>
        <w:tab w:val="left" w:pos="360"/>
      </w:tabs>
    </w:pPr>
    <w:rPr>
      <w:rFonts w:ascii="Arial" w:hAnsi="Arial" w:cs="Arial"/>
      <w:iCs/>
      <w:sz w:val="20"/>
      <w:szCs w:val="20"/>
    </w:rPr>
  </w:style>
  <w:style w:type="paragraph" w:customStyle="1" w:styleId="Pargrafo2">
    <w:name w:val="Parágrafo 2"/>
    <w:basedOn w:val="Normal"/>
    <w:autoRedefine/>
    <w:rsid w:val="001968F6"/>
    <w:pPr>
      <w:autoSpaceDE w:val="0"/>
      <w:autoSpaceDN w:val="0"/>
      <w:adjustRightInd w:val="0"/>
      <w:ind w:left="-851"/>
    </w:pPr>
    <w:rPr>
      <w:rFonts w:ascii="Arial" w:hAnsi="Arial" w:cs="Arial"/>
      <w:bCs/>
      <w:sz w:val="16"/>
      <w:szCs w:val="16"/>
    </w:rPr>
  </w:style>
  <w:style w:type="character" w:styleId="TtulodoLivro">
    <w:name w:val="Book Title"/>
    <w:uiPriority w:val="33"/>
    <w:qFormat/>
    <w:rsid w:val="001968F6"/>
    <w:rPr>
      <w:b/>
      <w:bCs/>
      <w:smallCaps/>
      <w:spacing w:val="5"/>
    </w:rPr>
  </w:style>
  <w:style w:type="paragraph" w:customStyle="1" w:styleId="Estilo1">
    <w:name w:val="Estilo1"/>
    <w:basedOn w:val="Normal"/>
    <w:qFormat/>
    <w:rsid w:val="00AD17B1"/>
    <w:pPr>
      <w:numPr>
        <w:numId w:val="31"/>
      </w:numPr>
      <w:spacing w:after="20" w:line="276" w:lineRule="auto"/>
      <w:contextualSpacing/>
    </w:pPr>
    <w:rPr>
      <w:rFonts w:ascii="Arial" w:hAnsi="Arial" w:cs="Arial"/>
      <w:b/>
      <w:bCs/>
      <w:sz w:val="20"/>
      <w:szCs w:val="20"/>
    </w:rPr>
  </w:style>
  <w:style w:type="paragraph" w:customStyle="1" w:styleId="Estilo2">
    <w:name w:val="Estilo2"/>
    <w:basedOn w:val="Estilo1"/>
    <w:qFormat/>
    <w:rsid w:val="00AD17B1"/>
    <w:pPr>
      <w:numPr>
        <w:ilvl w:val="1"/>
      </w:numPr>
    </w:pPr>
    <w:rPr>
      <w:b w:val="0"/>
    </w:rPr>
  </w:style>
  <w:style w:type="paragraph" w:styleId="Recuodecorpodetexto2">
    <w:name w:val="Body Text Indent 2"/>
    <w:basedOn w:val="Normal"/>
    <w:link w:val="Recuodecorpodetexto2Char"/>
    <w:rsid w:val="00CA732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CA7328"/>
    <w:rPr>
      <w:sz w:val="24"/>
      <w:szCs w:val="24"/>
    </w:rPr>
  </w:style>
  <w:style w:type="character" w:customStyle="1" w:styleId="Ttulo4Char">
    <w:name w:val="Título 4 Char"/>
    <w:basedOn w:val="Fontepargpadro"/>
    <w:link w:val="Ttulo4"/>
    <w:rsid w:val="00BE6294"/>
    <w:rPr>
      <w:rFonts w:ascii="Arial" w:hAnsi="Arial" w:cs="Arial"/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4D3B9A-B313-4A75-9CDC-74C68142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AutoNorm.dot</Template>
  <TotalTime>26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CHIOVATO, FRANCIELLE O  - Uberaba 3, MG</cp:lastModifiedBy>
  <cp:revision>13</cp:revision>
  <cp:lastPrinted>2015-02-26T12:03:00Z</cp:lastPrinted>
  <dcterms:created xsi:type="dcterms:W3CDTF">2019-04-30T12:01:00Z</dcterms:created>
  <dcterms:modified xsi:type="dcterms:W3CDTF">2025-06-04T18:23:00Z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